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C88A7" w14:textId="645C4216" w:rsidR="00041082" w:rsidRPr="00126412" w:rsidRDefault="00041082" w:rsidP="0004108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76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</w:t>
      </w:r>
      <w:bookmarkStart w:id="0" w:name="_GoBack"/>
      <w:bookmarkEnd w:id="0"/>
      <w:r>
        <w:rPr>
          <w:rFonts w:ascii="Calibri" w:eastAsia="Times New Roman" w:hAnsi="Calibri" w:cs="Times New Roman"/>
          <w:sz w:val="22"/>
          <w:szCs w:val="22"/>
          <w:lang w:eastAsia="cs-CZ"/>
        </w:rPr>
        <w:t>loha č. 8 Smlouvy o poskytování služeb</w:t>
      </w:r>
      <w:r>
        <w:t xml:space="preserve"> </w:t>
      </w:r>
      <w:r w:rsidRPr="001411AA">
        <w:rPr>
          <w:rFonts w:ascii="Calibri" w:eastAsia="Times New Roman" w:hAnsi="Calibri" w:cs="Times New Roman"/>
          <w:sz w:val="22"/>
          <w:szCs w:val="22"/>
          <w:lang w:eastAsia="cs-CZ"/>
        </w:rPr>
        <w:t>na kontrolu kvality hromadného sběru dat, konsolidace a harmonizace dat a poradenské práce</w:t>
      </w:r>
    </w:p>
    <w:p w14:paraId="63568D1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250DA602" w14:textId="1F0474E1" w:rsidR="00E63D20" w:rsidRDefault="00FA272A" w:rsidP="00041082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  <w:u w:val="single"/>
        </w:rPr>
      </w:pPr>
      <w:bookmarkStart w:id="1" w:name="_Hlk106552026"/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>Seznam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použitých</w:t>
      </w:r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</w:t>
      </w:r>
      <w:r w:rsidR="000369C8" w:rsidRPr="001A1A6E">
        <w:rPr>
          <w:rFonts w:asciiTheme="majorHAnsi" w:eastAsia="Times New Roman" w:hAnsiTheme="majorHAnsi" w:cs="Arial"/>
          <w:b/>
          <w:bCs/>
          <w:iCs/>
          <w:u w:val="single"/>
        </w:rPr>
        <w:t>zkratek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</w:t>
      </w:r>
      <w:bookmarkEnd w:id="1"/>
    </w:p>
    <w:p w14:paraId="0904A21A" w14:textId="77777777" w:rsidR="00041082" w:rsidRPr="00041082" w:rsidRDefault="00041082" w:rsidP="00041082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  <w:u w:val="single"/>
        </w:rPr>
      </w:pPr>
    </w:p>
    <w:p w14:paraId="1B7F590D" w14:textId="50C93283" w:rsidR="00C47E08" w:rsidRPr="001A1A6E" w:rsidRDefault="005C7365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zkratek</w:t>
      </w:r>
    </w:p>
    <w:p w14:paraId="28B6D60E" w14:textId="77777777" w:rsidR="00E63D20" w:rsidRPr="00AF3B91" w:rsidRDefault="00E63D20" w:rsidP="00E63D20">
      <w:pPr>
        <w:spacing w:after="0"/>
        <w:ind w:right="-46"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0"/>
        <w:gridCol w:w="6662"/>
      </w:tblGrid>
      <w:tr w:rsidR="00E63D20" w:rsidRPr="00AF3B91" w14:paraId="72EAF81F" w14:textId="77777777" w:rsidTr="00E63D20">
        <w:tc>
          <w:tcPr>
            <w:tcW w:w="1980" w:type="dxa"/>
            <w:shd w:val="clear" w:color="auto" w:fill="E7E6E6" w:themeFill="background2"/>
          </w:tcPr>
          <w:p w14:paraId="093EA9F6" w14:textId="77777777" w:rsidR="00E63D20" w:rsidRPr="00AF3B91" w:rsidRDefault="00E63D20" w:rsidP="00FD274F">
            <w:pPr>
              <w:spacing w:after="0" w:line="240" w:lineRule="auto"/>
              <w:ind w:right="-46"/>
              <w:rPr>
                <w:b/>
                <w:bCs/>
              </w:rPr>
            </w:pPr>
            <w:r w:rsidRPr="00AF3B91">
              <w:rPr>
                <w:b/>
                <w:bCs/>
              </w:rPr>
              <w:t>Zkratka</w:t>
            </w:r>
          </w:p>
        </w:tc>
        <w:tc>
          <w:tcPr>
            <w:tcW w:w="6662" w:type="dxa"/>
            <w:shd w:val="clear" w:color="auto" w:fill="E7E6E6" w:themeFill="background2"/>
          </w:tcPr>
          <w:p w14:paraId="440AF1CC" w14:textId="77777777" w:rsidR="00E63D20" w:rsidRPr="00AF3B91" w:rsidRDefault="00E63D20" w:rsidP="00FD274F">
            <w:pPr>
              <w:spacing w:after="0" w:line="240" w:lineRule="auto"/>
              <w:ind w:right="-46"/>
              <w:rPr>
                <w:b/>
                <w:bCs/>
              </w:rPr>
            </w:pPr>
            <w:r w:rsidRPr="00AF3B91">
              <w:rPr>
                <w:b/>
                <w:bCs/>
              </w:rPr>
              <w:t>Definice</w:t>
            </w:r>
          </w:p>
        </w:tc>
      </w:tr>
      <w:tr w:rsidR="00E63D20" w:rsidRPr="00AF3B91" w14:paraId="17465DFD" w14:textId="77777777" w:rsidTr="00E63D20">
        <w:tc>
          <w:tcPr>
            <w:tcW w:w="1980" w:type="dxa"/>
            <w:shd w:val="clear" w:color="auto" w:fill="auto"/>
          </w:tcPr>
          <w:p w14:paraId="3B3DB55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AAT</w:t>
            </w:r>
          </w:p>
        </w:tc>
        <w:tc>
          <w:tcPr>
            <w:tcW w:w="6662" w:type="dxa"/>
            <w:shd w:val="clear" w:color="auto" w:fill="auto"/>
          </w:tcPr>
          <w:p w14:paraId="4963DDF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 xml:space="preserve">Analytická </w:t>
            </w:r>
            <w:proofErr w:type="spellStart"/>
            <w:r w:rsidRPr="00AF3B91">
              <w:t>aerotriangulace</w:t>
            </w:r>
            <w:proofErr w:type="spellEnd"/>
          </w:p>
        </w:tc>
      </w:tr>
      <w:tr w:rsidR="00E63D20" w:rsidRPr="00AF3B91" w14:paraId="06065DA7" w14:textId="77777777" w:rsidTr="00E63D20">
        <w:tc>
          <w:tcPr>
            <w:tcW w:w="1980" w:type="dxa"/>
            <w:shd w:val="clear" w:color="auto" w:fill="auto"/>
          </w:tcPr>
          <w:p w14:paraId="01907AE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BIM</w:t>
            </w:r>
          </w:p>
        </w:tc>
        <w:tc>
          <w:tcPr>
            <w:tcW w:w="6662" w:type="dxa"/>
            <w:shd w:val="clear" w:color="auto" w:fill="auto"/>
          </w:tcPr>
          <w:p w14:paraId="1EC85234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Building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Information</w:t>
            </w:r>
            <w:proofErr w:type="spellEnd"/>
            <w:r w:rsidRPr="00AF3B91">
              <w:t xml:space="preserve"> Modelling</w:t>
            </w:r>
          </w:p>
        </w:tc>
      </w:tr>
      <w:tr w:rsidR="00E63D20" w:rsidRPr="00AF3B91" w14:paraId="32318D47" w14:textId="77777777" w:rsidTr="00E63D20">
        <w:tc>
          <w:tcPr>
            <w:tcW w:w="1980" w:type="dxa"/>
            <w:shd w:val="clear" w:color="auto" w:fill="auto"/>
          </w:tcPr>
          <w:p w14:paraId="3D437698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rPr>
                <w:color w:val="000000" w:themeColor="text1"/>
              </w:rPr>
              <w:t>BpV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602979C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Výškový systém baltský – po vyrovnání</w:t>
            </w:r>
          </w:p>
        </w:tc>
      </w:tr>
      <w:tr w:rsidR="00E63D20" w:rsidRPr="00AF3B91" w14:paraId="140EEB89" w14:textId="77777777" w:rsidTr="00E63D20">
        <w:tc>
          <w:tcPr>
            <w:tcW w:w="1980" w:type="dxa"/>
            <w:shd w:val="clear" w:color="auto" w:fill="auto"/>
          </w:tcPr>
          <w:p w14:paraId="3205A94C" w14:textId="77777777" w:rsidR="00E63D20" w:rsidRPr="00AF3B91" w:rsidRDefault="00E63D20" w:rsidP="00FD274F">
            <w:pPr>
              <w:spacing w:after="0" w:line="240" w:lineRule="auto"/>
              <w:ind w:right="-46"/>
              <w:rPr>
                <w:color w:val="000000" w:themeColor="text1"/>
              </w:rPr>
            </w:pPr>
            <w:r w:rsidRPr="00AF3B91">
              <w:rPr>
                <w:color w:val="000000" w:themeColor="text1"/>
              </w:rPr>
              <w:t>CAD</w:t>
            </w:r>
          </w:p>
        </w:tc>
        <w:tc>
          <w:tcPr>
            <w:tcW w:w="6662" w:type="dxa"/>
            <w:shd w:val="clear" w:color="auto" w:fill="auto"/>
          </w:tcPr>
          <w:p w14:paraId="1E3C8D8C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Computer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aided</w:t>
            </w:r>
            <w:proofErr w:type="spellEnd"/>
            <w:r w:rsidRPr="00AF3B91">
              <w:t xml:space="preserve"> design</w:t>
            </w:r>
          </w:p>
        </w:tc>
      </w:tr>
      <w:tr w:rsidR="00E63D20" w:rsidRPr="00AF3B91" w14:paraId="4BC67BA2" w14:textId="77777777" w:rsidTr="00E63D20">
        <w:tc>
          <w:tcPr>
            <w:tcW w:w="1980" w:type="dxa"/>
            <w:shd w:val="clear" w:color="auto" w:fill="auto"/>
          </w:tcPr>
          <w:p w14:paraId="1B6E98AD" w14:textId="77777777" w:rsidR="00E63D20" w:rsidRPr="00AF3B91" w:rsidRDefault="00E63D20" w:rsidP="00FD274F">
            <w:pPr>
              <w:spacing w:after="0" w:line="240" w:lineRule="auto"/>
              <w:ind w:right="-46"/>
              <w:rPr>
                <w:color w:val="000000" w:themeColor="text1"/>
              </w:rPr>
            </w:pPr>
            <w:r w:rsidRPr="00AF3B91">
              <w:rPr>
                <w:color w:val="000000" w:themeColor="text1"/>
              </w:rPr>
              <w:t>CTD</w:t>
            </w:r>
          </w:p>
        </w:tc>
        <w:tc>
          <w:tcPr>
            <w:tcW w:w="6662" w:type="dxa"/>
            <w:shd w:val="clear" w:color="auto" w:fill="auto"/>
          </w:tcPr>
          <w:p w14:paraId="7CE3D74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Centrum telematiky a diagnostiky</w:t>
            </w:r>
          </w:p>
        </w:tc>
      </w:tr>
      <w:tr w:rsidR="00E63D20" w:rsidRPr="00AF3B91" w14:paraId="6175884B" w14:textId="77777777" w:rsidTr="00E63D20">
        <w:tc>
          <w:tcPr>
            <w:tcW w:w="1980" w:type="dxa"/>
            <w:shd w:val="clear" w:color="auto" w:fill="auto"/>
          </w:tcPr>
          <w:p w14:paraId="1881E293" w14:textId="77777777" w:rsidR="00E63D20" w:rsidRPr="00AF3B91" w:rsidRDefault="00E63D20" w:rsidP="00FD274F">
            <w:pPr>
              <w:spacing w:after="0" w:line="240" w:lineRule="auto"/>
              <w:ind w:right="-46"/>
              <w:rPr>
                <w:color w:val="000000" w:themeColor="text1"/>
              </w:rPr>
            </w:pPr>
            <w:r w:rsidRPr="00AF3B91">
              <w:rPr>
                <w:color w:val="000000" w:themeColor="text1"/>
              </w:rPr>
              <w:t>ČD</w:t>
            </w:r>
          </w:p>
        </w:tc>
        <w:tc>
          <w:tcPr>
            <w:tcW w:w="6662" w:type="dxa"/>
            <w:shd w:val="clear" w:color="auto" w:fill="auto"/>
          </w:tcPr>
          <w:p w14:paraId="49DDEA62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ČlověkoDen</w:t>
            </w:r>
            <w:proofErr w:type="spellEnd"/>
            <w:r w:rsidRPr="00AF3B91">
              <w:t xml:space="preserve"> (8 h práce konzultanta)</w:t>
            </w:r>
          </w:p>
        </w:tc>
      </w:tr>
      <w:tr w:rsidR="00E63D20" w:rsidRPr="00AF3B91" w14:paraId="4207145E" w14:textId="77777777" w:rsidTr="00E63D20">
        <w:tc>
          <w:tcPr>
            <w:tcW w:w="1980" w:type="dxa"/>
            <w:shd w:val="clear" w:color="auto" w:fill="auto"/>
          </w:tcPr>
          <w:p w14:paraId="74FA852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ČÚZK</w:t>
            </w:r>
          </w:p>
        </w:tc>
        <w:tc>
          <w:tcPr>
            <w:tcW w:w="6662" w:type="dxa"/>
            <w:shd w:val="clear" w:color="auto" w:fill="auto"/>
          </w:tcPr>
          <w:p w14:paraId="49D3163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Český úřad zeměměřický a katastrální</w:t>
            </w:r>
          </w:p>
        </w:tc>
      </w:tr>
      <w:tr w:rsidR="00E63D20" w:rsidRPr="00AF3B91" w14:paraId="01334000" w14:textId="77777777" w:rsidTr="00E63D20">
        <w:tc>
          <w:tcPr>
            <w:tcW w:w="1980" w:type="dxa"/>
            <w:shd w:val="clear" w:color="auto" w:fill="auto"/>
          </w:tcPr>
          <w:p w14:paraId="24A5275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DGN</w:t>
            </w:r>
          </w:p>
        </w:tc>
        <w:tc>
          <w:tcPr>
            <w:tcW w:w="6662" w:type="dxa"/>
            <w:shd w:val="clear" w:color="auto" w:fill="auto"/>
          </w:tcPr>
          <w:p w14:paraId="6EE2786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 xml:space="preserve">Datový formát vektorových dat CAD </w:t>
            </w:r>
            <w:proofErr w:type="spellStart"/>
            <w:r w:rsidRPr="00AF3B91">
              <w:t>Microstation</w:t>
            </w:r>
            <w:proofErr w:type="spellEnd"/>
          </w:p>
        </w:tc>
      </w:tr>
      <w:tr w:rsidR="00E63D20" w:rsidRPr="00AF3B91" w14:paraId="63EEC28A" w14:textId="77777777" w:rsidTr="00E63D20">
        <w:tc>
          <w:tcPr>
            <w:tcW w:w="1980" w:type="dxa"/>
            <w:shd w:val="clear" w:color="auto" w:fill="auto"/>
          </w:tcPr>
          <w:p w14:paraId="262AF547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dGPS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59105DE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Diferenciální GPS</w:t>
            </w:r>
          </w:p>
        </w:tc>
      </w:tr>
      <w:tr w:rsidR="00E63D20" w:rsidRPr="00AF3B91" w14:paraId="6FD486C6" w14:textId="77777777" w:rsidTr="00E63D20">
        <w:tc>
          <w:tcPr>
            <w:tcW w:w="1980" w:type="dxa"/>
            <w:shd w:val="clear" w:color="auto" w:fill="auto"/>
          </w:tcPr>
          <w:p w14:paraId="59AA0E0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</w:t>
            </w:r>
          </w:p>
        </w:tc>
        <w:tc>
          <w:tcPr>
            <w:tcW w:w="6662" w:type="dxa"/>
            <w:shd w:val="clear" w:color="auto" w:fill="auto"/>
          </w:tcPr>
          <w:p w14:paraId="6BE94A4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Dopravní infrastruktura</w:t>
            </w:r>
          </w:p>
        </w:tc>
      </w:tr>
      <w:tr w:rsidR="00E63D20" w:rsidRPr="00AF3B91" w14:paraId="2E506C1D" w14:textId="77777777" w:rsidTr="00E63D20">
        <w:tc>
          <w:tcPr>
            <w:tcW w:w="1980" w:type="dxa"/>
            <w:shd w:val="clear" w:color="auto" w:fill="auto"/>
          </w:tcPr>
          <w:p w14:paraId="47433E4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DMR</w:t>
            </w:r>
          </w:p>
        </w:tc>
        <w:tc>
          <w:tcPr>
            <w:tcW w:w="6662" w:type="dxa"/>
            <w:shd w:val="clear" w:color="auto" w:fill="auto"/>
          </w:tcPr>
          <w:p w14:paraId="79B84C3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Digitální model reliéfu</w:t>
            </w:r>
          </w:p>
        </w:tc>
      </w:tr>
      <w:tr w:rsidR="00E63D20" w:rsidRPr="00AF3B91" w14:paraId="6097D06F" w14:textId="77777777" w:rsidTr="00E63D20">
        <w:tc>
          <w:tcPr>
            <w:tcW w:w="1980" w:type="dxa"/>
            <w:shd w:val="clear" w:color="auto" w:fill="auto"/>
          </w:tcPr>
          <w:p w14:paraId="5E506CE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DMT</w:t>
            </w:r>
          </w:p>
        </w:tc>
        <w:tc>
          <w:tcPr>
            <w:tcW w:w="6662" w:type="dxa"/>
            <w:shd w:val="clear" w:color="auto" w:fill="auto"/>
          </w:tcPr>
          <w:p w14:paraId="4E6DAD2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Digitální model terénu</w:t>
            </w:r>
          </w:p>
        </w:tc>
      </w:tr>
      <w:tr w:rsidR="00E63D20" w:rsidRPr="00AF3B91" w14:paraId="7C2369BF" w14:textId="77777777" w:rsidTr="00E63D20">
        <w:tc>
          <w:tcPr>
            <w:tcW w:w="1980" w:type="dxa"/>
            <w:shd w:val="clear" w:color="auto" w:fill="auto"/>
          </w:tcPr>
          <w:p w14:paraId="3B241F6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DSPS</w:t>
            </w:r>
          </w:p>
        </w:tc>
        <w:tc>
          <w:tcPr>
            <w:tcW w:w="6662" w:type="dxa"/>
            <w:shd w:val="clear" w:color="auto" w:fill="auto"/>
          </w:tcPr>
          <w:p w14:paraId="73D637B1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Dokumentace skutečného provedení stavby</w:t>
            </w:r>
          </w:p>
        </w:tc>
      </w:tr>
      <w:tr w:rsidR="00E63D20" w:rsidRPr="00AF3B91" w14:paraId="106EEE93" w14:textId="77777777" w:rsidTr="00E63D20">
        <w:tc>
          <w:tcPr>
            <w:tcW w:w="1980" w:type="dxa"/>
            <w:shd w:val="clear" w:color="auto" w:fill="auto"/>
          </w:tcPr>
          <w:p w14:paraId="759CCCA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DTI</w:t>
            </w:r>
          </w:p>
        </w:tc>
        <w:tc>
          <w:tcPr>
            <w:tcW w:w="6662" w:type="dxa"/>
            <w:shd w:val="clear" w:color="auto" w:fill="auto"/>
          </w:tcPr>
          <w:p w14:paraId="1B6518A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Dopravní a technická infrastruktura</w:t>
            </w:r>
          </w:p>
        </w:tc>
      </w:tr>
      <w:tr w:rsidR="00E63D20" w:rsidRPr="00AF3B91" w14:paraId="6A903A43" w14:textId="77777777" w:rsidTr="00E63D20">
        <w:tc>
          <w:tcPr>
            <w:tcW w:w="1980" w:type="dxa"/>
            <w:shd w:val="clear" w:color="auto" w:fill="auto"/>
          </w:tcPr>
          <w:p w14:paraId="0AC32A3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DTM</w:t>
            </w:r>
          </w:p>
        </w:tc>
        <w:tc>
          <w:tcPr>
            <w:tcW w:w="6662" w:type="dxa"/>
            <w:shd w:val="clear" w:color="auto" w:fill="auto"/>
          </w:tcPr>
          <w:p w14:paraId="7C3724EB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Digitální technická mapa</w:t>
            </w:r>
          </w:p>
        </w:tc>
      </w:tr>
      <w:tr w:rsidR="00E63D20" w:rsidRPr="00AF3B91" w14:paraId="5A562EA2" w14:textId="77777777" w:rsidTr="00E63D20">
        <w:tc>
          <w:tcPr>
            <w:tcW w:w="1980" w:type="dxa"/>
            <w:shd w:val="clear" w:color="auto" w:fill="auto"/>
          </w:tcPr>
          <w:p w14:paraId="3A1815F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DTMŽ</w:t>
            </w:r>
          </w:p>
        </w:tc>
        <w:tc>
          <w:tcPr>
            <w:tcW w:w="6662" w:type="dxa"/>
            <w:shd w:val="clear" w:color="auto" w:fill="auto"/>
          </w:tcPr>
          <w:p w14:paraId="490EDD8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Digitální technická mapa železnice</w:t>
            </w:r>
          </w:p>
        </w:tc>
      </w:tr>
      <w:tr w:rsidR="00E63D20" w:rsidRPr="00AF3B91" w14:paraId="28F775EC" w14:textId="77777777" w:rsidTr="00E63D20">
        <w:tc>
          <w:tcPr>
            <w:tcW w:w="1980" w:type="dxa"/>
            <w:shd w:val="clear" w:color="auto" w:fill="auto"/>
          </w:tcPr>
          <w:p w14:paraId="3747D07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GIS</w:t>
            </w:r>
          </w:p>
        </w:tc>
        <w:tc>
          <w:tcPr>
            <w:tcW w:w="6662" w:type="dxa"/>
            <w:shd w:val="clear" w:color="auto" w:fill="auto"/>
          </w:tcPr>
          <w:p w14:paraId="591580B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Geografický informační systém</w:t>
            </w:r>
          </w:p>
        </w:tc>
      </w:tr>
      <w:tr w:rsidR="00E63D20" w:rsidRPr="00AF3B91" w14:paraId="30AE01A2" w14:textId="77777777" w:rsidTr="00E63D20">
        <w:tc>
          <w:tcPr>
            <w:tcW w:w="1980" w:type="dxa"/>
            <w:shd w:val="clear" w:color="auto" w:fill="auto"/>
          </w:tcPr>
          <w:p w14:paraId="3873B43A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GNSS</w:t>
            </w:r>
          </w:p>
        </w:tc>
        <w:tc>
          <w:tcPr>
            <w:tcW w:w="6662" w:type="dxa"/>
            <w:shd w:val="clear" w:color="auto" w:fill="auto"/>
          </w:tcPr>
          <w:p w14:paraId="49D5F89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Globální navigační družicový systém (</w:t>
            </w:r>
            <w:proofErr w:type="spellStart"/>
            <w:r w:rsidRPr="00AF3B91">
              <w:t>Global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Navigation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Satellite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System</w:t>
            </w:r>
            <w:proofErr w:type="spellEnd"/>
            <w:r w:rsidRPr="00AF3B91">
              <w:t>)</w:t>
            </w:r>
          </w:p>
        </w:tc>
      </w:tr>
      <w:tr w:rsidR="00E63D20" w:rsidRPr="00AF3B91" w14:paraId="7BC8A085" w14:textId="77777777" w:rsidTr="00E63D20">
        <w:tc>
          <w:tcPr>
            <w:tcW w:w="1980" w:type="dxa"/>
            <w:shd w:val="clear" w:color="auto" w:fill="auto"/>
          </w:tcPr>
          <w:p w14:paraId="1E8182B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GPS</w:t>
            </w:r>
          </w:p>
        </w:tc>
        <w:tc>
          <w:tcPr>
            <w:tcW w:w="6662" w:type="dxa"/>
            <w:shd w:val="clear" w:color="auto" w:fill="auto"/>
          </w:tcPr>
          <w:p w14:paraId="6980584E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Global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Positioning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System</w:t>
            </w:r>
            <w:proofErr w:type="spellEnd"/>
          </w:p>
        </w:tc>
      </w:tr>
      <w:tr w:rsidR="00E63D20" w:rsidRPr="00AF3B91" w14:paraId="059FB079" w14:textId="77777777" w:rsidTr="00E63D20">
        <w:tc>
          <w:tcPr>
            <w:tcW w:w="1980" w:type="dxa"/>
            <w:shd w:val="clear" w:color="auto" w:fill="auto"/>
          </w:tcPr>
          <w:p w14:paraId="5AC2F5A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GSD</w:t>
            </w:r>
          </w:p>
        </w:tc>
        <w:tc>
          <w:tcPr>
            <w:tcW w:w="6662" w:type="dxa"/>
            <w:shd w:val="clear" w:color="auto" w:fill="auto"/>
          </w:tcPr>
          <w:p w14:paraId="04568101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Ground</w:t>
            </w:r>
            <w:proofErr w:type="spellEnd"/>
            <w:r w:rsidRPr="00AF3B91">
              <w:t xml:space="preserve"> Sample Distance (rozlišení leteckých měřických snímků)</w:t>
            </w:r>
          </w:p>
        </w:tc>
      </w:tr>
      <w:tr w:rsidR="00E63D20" w:rsidRPr="00AF3B91" w14:paraId="68022490" w14:textId="77777777" w:rsidTr="00E63D20">
        <w:tc>
          <w:tcPr>
            <w:tcW w:w="1980" w:type="dxa"/>
            <w:shd w:val="clear" w:color="auto" w:fill="auto"/>
          </w:tcPr>
          <w:p w14:paraId="5A41D2C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IMU</w:t>
            </w:r>
          </w:p>
        </w:tc>
        <w:tc>
          <w:tcPr>
            <w:tcW w:w="6662" w:type="dxa"/>
            <w:shd w:val="clear" w:color="auto" w:fill="auto"/>
          </w:tcPr>
          <w:p w14:paraId="2A3FADFA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Inerciální měřící jednotka (</w:t>
            </w:r>
            <w:proofErr w:type="spellStart"/>
            <w:r w:rsidRPr="00AF3B91">
              <w:t>inertial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measurement</w:t>
            </w:r>
            <w:proofErr w:type="spellEnd"/>
            <w:r w:rsidRPr="00AF3B91">
              <w:t xml:space="preserve"> unit)</w:t>
            </w:r>
          </w:p>
        </w:tc>
      </w:tr>
      <w:tr w:rsidR="00E63D20" w:rsidRPr="00AF3B91" w14:paraId="70C9C61C" w14:textId="77777777" w:rsidTr="00E63D20">
        <w:tc>
          <w:tcPr>
            <w:tcW w:w="1980" w:type="dxa"/>
            <w:shd w:val="clear" w:color="auto" w:fill="auto"/>
          </w:tcPr>
          <w:p w14:paraId="354192DD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IS DMVS</w:t>
            </w:r>
          </w:p>
        </w:tc>
        <w:tc>
          <w:tcPr>
            <w:tcW w:w="6662" w:type="dxa"/>
            <w:shd w:val="clear" w:color="auto" w:fill="auto"/>
          </w:tcPr>
          <w:p w14:paraId="2FABE70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Informační systém Digitální mapy veřejné správy</w:t>
            </w:r>
          </w:p>
        </w:tc>
      </w:tr>
      <w:tr w:rsidR="00E63D20" w:rsidRPr="00AF3B91" w14:paraId="352F3F1E" w14:textId="77777777" w:rsidTr="00E63D20">
        <w:tc>
          <w:tcPr>
            <w:tcW w:w="1980" w:type="dxa"/>
            <w:shd w:val="clear" w:color="auto" w:fill="auto"/>
          </w:tcPr>
          <w:p w14:paraId="07C21B9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IS DTMŽ</w:t>
            </w:r>
          </w:p>
        </w:tc>
        <w:tc>
          <w:tcPr>
            <w:tcW w:w="6662" w:type="dxa"/>
            <w:shd w:val="clear" w:color="auto" w:fill="auto"/>
          </w:tcPr>
          <w:p w14:paraId="3CA8DCE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Informační systém Digitální technické mapy železnice</w:t>
            </w:r>
          </w:p>
        </w:tc>
      </w:tr>
      <w:tr w:rsidR="00E63D20" w:rsidRPr="00AF3B91" w14:paraId="6A2A8B3C" w14:textId="77777777" w:rsidTr="00E63D20">
        <w:tc>
          <w:tcPr>
            <w:tcW w:w="1980" w:type="dxa"/>
            <w:shd w:val="clear" w:color="auto" w:fill="auto"/>
          </w:tcPr>
          <w:p w14:paraId="70953A6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IS DTM</w:t>
            </w:r>
          </w:p>
        </w:tc>
        <w:tc>
          <w:tcPr>
            <w:tcW w:w="6662" w:type="dxa"/>
            <w:shd w:val="clear" w:color="auto" w:fill="auto"/>
          </w:tcPr>
          <w:p w14:paraId="27EDD5A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Informační systém digitální technické mapy kraje</w:t>
            </w:r>
          </w:p>
        </w:tc>
      </w:tr>
      <w:tr w:rsidR="00E63D20" w:rsidRPr="00AF3B91" w14:paraId="2FA85ABD" w14:textId="77777777" w:rsidTr="00E63D20">
        <w:tc>
          <w:tcPr>
            <w:tcW w:w="1980" w:type="dxa"/>
            <w:shd w:val="clear" w:color="auto" w:fill="auto"/>
          </w:tcPr>
          <w:p w14:paraId="7D2C6AA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JPG</w:t>
            </w:r>
          </w:p>
        </w:tc>
        <w:tc>
          <w:tcPr>
            <w:tcW w:w="6662" w:type="dxa"/>
            <w:shd w:val="clear" w:color="auto" w:fill="auto"/>
          </w:tcPr>
          <w:p w14:paraId="2C03FA5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Formát pro přenášení a ukládání fotografií a rastrových dat</w:t>
            </w:r>
          </w:p>
        </w:tc>
      </w:tr>
      <w:tr w:rsidR="00E63D20" w:rsidRPr="00AF3B91" w14:paraId="1AC5F622" w14:textId="77777777" w:rsidTr="00E63D20">
        <w:tc>
          <w:tcPr>
            <w:tcW w:w="1980" w:type="dxa"/>
            <w:shd w:val="clear" w:color="auto" w:fill="auto"/>
          </w:tcPr>
          <w:p w14:paraId="68ADCACA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JVF</w:t>
            </w:r>
          </w:p>
        </w:tc>
        <w:tc>
          <w:tcPr>
            <w:tcW w:w="6662" w:type="dxa"/>
            <w:shd w:val="clear" w:color="auto" w:fill="auto"/>
          </w:tcPr>
          <w:p w14:paraId="6E49A82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Jednotný výměnný formát</w:t>
            </w:r>
          </w:p>
        </w:tc>
      </w:tr>
      <w:tr w:rsidR="00E63D20" w:rsidRPr="00AF3B91" w14:paraId="2C3708E5" w14:textId="77777777" w:rsidTr="00E63D20">
        <w:tc>
          <w:tcPr>
            <w:tcW w:w="1980" w:type="dxa"/>
            <w:shd w:val="clear" w:color="auto" w:fill="auto"/>
          </w:tcPr>
          <w:p w14:paraId="37802EE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KB</w:t>
            </w:r>
          </w:p>
        </w:tc>
        <w:tc>
          <w:tcPr>
            <w:tcW w:w="6662" w:type="dxa"/>
            <w:shd w:val="clear" w:color="auto" w:fill="auto"/>
          </w:tcPr>
          <w:p w14:paraId="4B94F2E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Kontrolní bod</w:t>
            </w:r>
          </w:p>
        </w:tc>
      </w:tr>
      <w:tr w:rsidR="00E63D20" w:rsidRPr="00AF3B91" w14:paraId="5AFC23E8" w14:textId="77777777" w:rsidTr="00E63D20">
        <w:tc>
          <w:tcPr>
            <w:tcW w:w="1980" w:type="dxa"/>
            <w:shd w:val="clear" w:color="auto" w:fill="auto"/>
          </w:tcPr>
          <w:p w14:paraId="565CFA8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KML</w:t>
            </w:r>
          </w:p>
        </w:tc>
        <w:tc>
          <w:tcPr>
            <w:tcW w:w="6662" w:type="dxa"/>
            <w:shd w:val="clear" w:color="auto" w:fill="auto"/>
          </w:tcPr>
          <w:p w14:paraId="4803F5DE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Keyhole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Markup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Language</w:t>
            </w:r>
            <w:proofErr w:type="spellEnd"/>
            <w:r w:rsidRPr="00AF3B91">
              <w:t xml:space="preserve"> – datový formát</w:t>
            </w:r>
          </w:p>
        </w:tc>
      </w:tr>
      <w:tr w:rsidR="00E63D20" w:rsidRPr="00AF3B91" w14:paraId="2850FD02" w14:textId="77777777" w:rsidTr="00E63D20">
        <w:tc>
          <w:tcPr>
            <w:tcW w:w="1980" w:type="dxa"/>
            <w:shd w:val="clear" w:color="auto" w:fill="auto"/>
          </w:tcPr>
          <w:p w14:paraId="15FA687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KMZ</w:t>
            </w:r>
          </w:p>
        </w:tc>
        <w:tc>
          <w:tcPr>
            <w:tcW w:w="6662" w:type="dxa"/>
            <w:shd w:val="clear" w:color="auto" w:fill="auto"/>
          </w:tcPr>
          <w:p w14:paraId="4285F691" w14:textId="77777777" w:rsidR="00E63D20" w:rsidRPr="00FD274F" w:rsidRDefault="00E63D20" w:rsidP="00FD274F">
            <w:pPr>
              <w:spacing w:after="0" w:line="240" w:lineRule="auto"/>
              <w:ind w:right="-46"/>
              <w:rPr>
                <w:rFonts w:ascii="Times New Roman" w:hAnsi="Times New Roman"/>
                <w:sz w:val="24"/>
              </w:rPr>
            </w:pPr>
            <w:proofErr w:type="spellStart"/>
            <w:r w:rsidRPr="00AF3B91">
              <w:t>Keyhole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Markup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language</w:t>
            </w:r>
            <w:proofErr w:type="spellEnd"/>
            <w:r w:rsidRPr="00AF3B91">
              <w:t xml:space="preserve"> </w:t>
            </w:r>
            <w:proofErr w:type="spellStart"/>
            <w:r w:rsidRPr="00AF3B91">
              <w:t>Zipped</w:t>
            </w:r>
            <w:proofErr w:type="spellEnd"/>
            <w:r w:rsidRPr="00AF3B91">
              <w:t xml:space="preserve"> – datový formát</w:t>
            </w:r>
          </w:p>
        </w:tc>
      </w:tr>
      <w:tr w:rsidR="00E63D20" w:rsidRPr="00AF3B91" w14:paraId="3DC0F491" w14:textId="77777777" w:rsidTr="00E63D20">
        <w:tc>
          <w:tcPr>
            <w:tcW w:w="1980" w:type="dxa"/>
            <w:shd w:val="clear" w:color="auto" w:fill="auto"/>
          </w:tcPr>
          <w:p w14:paraId="4606F18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lastRenderedPageBreak/>
              <w:t>LAZ</w:t>
            </w:r>
          </w:p>
        </w:tc>
        <w:tc>
          <w:tcPr>
            <w:tcW w:w="6662" w:type="dxa"/>
            <w:shd w:val="clear" w:color="auto" w:fill="auto"/>
          </w:tcPr>
          <w:p w14:paraId="136C533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Souborový formát pro uložení souborů LIDAR v komprimovaném tvaru. Je otevřeným zdrojovým kódem.</w:t>
            </w:r>
          </w:p>
        </w:tc>
      </w:tr>
      <w:tr w:rsidR="00E63D20" w:rsidRPr="00AF3B91" w14:paraId="5EB30CC2" w14:textId="77777777" w:rsidTr="00E63D20">
        <w:tc>
          <w:tcPr>
            <w:tcW w:w="1980" w:type="dxa"/>
            <w:shd w:val="clear" w:color="auto" w:fill="auto"/>
          </w:tcPr>
          <w:p w14:paraId="2E733020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LiDAR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140A001D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Zařízení nebo technologie k detekci objektů a k měření vzdálenosti použitím laserového paprsku</w:t>
            </w:r>
          </w:p>
        </w:tc>
      </w:tr>
      <w:tr w:rsidR="00E63D20" w:rsidRPr="00AF3B91" w14:paraId="3C82F1B0" w14:textId="77777777" w:rsidTr="00E63D20">
        <w:tc>
          <w:tcPr>
            <w:tcW w:w="1980" w:type="dxa"/>
            <w:shd w:val="clear" w:color="auto" w:fill="auto"/>
          </w:tcPr>
          <w:p w14:paraId="15FD5F7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M20/</w:t>
            </w:r>
            <w:proofErr w:type="spellStart"/>
            <w:r w:rsidRPr="00AF3B91">
              <w:t>MPxxx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3444552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Metodické pokyny pro zeměměřické činnosti v rámci předpisové řady M20, týkajících se geodetických činností na železnici</w:t>
            </w:r>
          </w:p>
        </w:tc>
      </w:tr>
      <w:tr w:rsidR="00E63D20" w:rsidRPr="00AF3B91" w14:paraId="55702615" w14:textId="77777777" w:rsidTr="00E63D20">
        <w:tc>
          <w:tcPr>
            <w:tcW w:w="1980" w:type="dxa"/>
            <w:shd w:val="clear" w:color="auto" w:fill="auto"/>
          </w:tcPr>
          <w:p w14:paraId="067EBBD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MD</w:t>
            </w:r>
          </w:p>
        </w:tc>
        <w:tc>
          <w:tcPr>
            <w:tcW w:w="6662" w:type="dxa"/>
            <w:shd w:val="clear" w:color="auto" w:fill="auto"/>
          </w:tcPr>
          <w:p w14:paraId="46F8E4D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Ministerstvo dopravy</w:t>
            </w:r>
          </w:p>
        </w:tc>
      </w:tr>
      <w:tr w:rsidR="00E63D20" w:rsidRPr="00AF3B91" w14:paraId="52A3F6E5" w14:textId="77777777" w:rsidTr="00E63D20">
        <w:tc>
          <w:tcPr>
            <w:tcW w:w="1980" w:type="dxa"/>
            <w:shd w:val="clear" w:color="auto" w:fill="auto"/>
          </w:tcPr>
          <w:p w14:paraId="4A71D7E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MPO</w:t>
            </w:r>
          </w:p>
        </w:tc>
        <w:tc>
          <w:tcPr>
            <w:tcW w:w="6662" w:type="dxa"/>
            <w:shd w:val="clear" w:color="auto" w:fill="auto"/>
          </w:tcPr>
          <w:p w14:paraId="0C73D44B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Ministerstvo průmyslu a obchodu</w:t>
            </w:r>
          </w:p>
        </w:tc>
      </w:tr>
      <w:tr w:rsidR="00E63D20" w:rsidRPr="00AF3B91" w14:paraId="4AB1A13E" w14:textId="77777777" w:rsidTr="00E63D20">
        <w:tc>
          <w:tcPr>
            <w:tcW w:w="1980" w:type="dxa"/>
            <w:shd w:val="clear" w:color="auto" w:fill="auto"/>
          </w:tcPr>
          <w:p w14:paraId="77438B2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NIR</w:t>
            </w:r>
          </w:p>
        </w:tc>
        <w:tc>
          <w:tcPr>
            <w:tcW w:w="6662" w:type="dxa"/>
            <w:shd w:val="clear" w:color="auto" w:fill="auto"/>
          </w:tcPr>
          <w:p w14:paraId="753D45F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Blízké infračervené pásmo</w:t>
            </w:r>
          </w:p>
        </w:tc>
      </w:tr>
      <w:tr w:rsidR="00E63D20" w:rsidRPr="00AF3B91" w14:paraId="6B020D16" w14:textId="77777777" w:rsidTr="00E63D20">
        <w:tc>
          <w:tcPr>
            <w:tcW w:w="1980" w:type="dxa"/>
            <w:shd w:val="clear" w:color="auto" w:fill="auto"/>
          </w:tcPr>
          <w:p w14:paraId="1B83AE41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OP PIK</w:t>
            </w:r>
          </w:p>
        </w:tc>
        <w:tc>
          <w:tcPr>
            <w:tcW w:w="6662" w:type="dxa"/>
            <w:shd w:val="clear" w:color="auto" w:fill="auto"/>
          </w:tcPr>
          <w:p w14:paraId="25C0A83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Operační program Podnikání a inovace pro konkurenceschopnost</w:t>
            </w:r>
          </w:p>
        </w:tc>
      </w:tr>
      <w:tr w:rsidR="00E63D20" w:rsidRPr="00AF3B91" w14:paraId="6FA39802" w14:textId="77777777" w:rsidTr="00E63D20">
        <w:tc>
          <w:tcPr>
            <w:tcW w:w="1980" w:type="dxa"/>
            <w:shd w:val="clear" w:color="auto" w:fill="auto"/>
          </w:tcPr>
          <w:p w14:paraId="48BCED4B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OŘ</w:t>
            </w:r>
          </w:p>
        </w:tc>
        <w:tc>
          <w:tcPr>
            <w:tcW w:w="6662" w:type="dxa"/>
            <w:shd w:val="clear" w:color="auto" w:fill="auto"/>
          </w:tcPr>
          <w:p w14:paraId="12E82A18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Oblastní ředitelství</w:t>
            </w:r>
          </w:p>
        </w:tc>
      </w:tr>
      <w:tr w:rsidR="00E63D20" w:rsidRPr="00AF3B91" w14:paraId="06BBFD17" w14:textId="77777777" w:rsidTr="00E63D20">
        <w:tc>
          <w:tcPr>
            <w:tcW w:w="1980" w:type="dxa"/>
            <w:shd w:val="clear" w:color="auto" w:fill="auto"/>
          </w:tcPr>
          <w:p w14:paraId="720B74E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PDF</w:t>
            </w:r>
          </w:p>
        </w:tc>
        <w:tc>
          <w:tcPr>
            <w:tcW w:w="6662" w:type="dxa"/>
            <w:shd w:val="clear" w:color="auto" w:fill="auto"/>
          </w:tcPr>
          <w:p w14:paraId="3C904BE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Souborový formát pro ukládání dokumentů obsahující text i obrázky.</w:t>
            </w:r>
          </w:p>
        </w:tc>
      </w:tr>
      <w:tr w:rsidR="00E63D20" w:rsidRPr="00AF3B91" w14:paraId="33DA0703" w14:textId="77777777" w:rsidTr="00E63D20">
        <w:tc>
          <w:tcPr>
            <w:tcW w:w="1980" w:type="dxa"/>
            <w:shd w:val="clear" w:color="auto" w:fill="auto"/>
          </w:tcPr>
          <w:p w14:paraId="74E9029D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RGB</w:t>
            </w:r>
          </w:p>
        </w:tc>
        <w:tc>
          <w:tcPr>
            <w:tcW w:w="6662" w:type="dxa"/>
            <w:shd w:val="clear" w:color="auto" w:fill="auto"/>
          </w:tcPr>
          <w:p w14:paraId="2A16482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 xml:space="preserve">Barevný model </w:t>
            </w:r>
            <w:proofErr w:type="spellStart"/>
            <w:r w:rsidRPr="00AF3B91">
              <w:t>červená-zelená-modrá</w:t>
            </w:r>
            <w:proofErr w:type="spellEnd"/>
          </w:p>
        </w:tc>
      </w:tr>
      <w:tr w:rsidR="00E63D20" w:rsidRPr="00AF3B91" w14:paraId="53F8D2A6" w14:textId="77777777" w:rsidTr="00E63D20">
        <w:tc>
          <w:tcPr>
            <w:tcW w:w="1980" w:type="dxa"/>
            <w:shd w:val="clear" w:color="auto" w:fill="auto"/>
          </w:tcPr>
          <w:p w14:paraId="4E4BBC9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ŘSD ČR</w:t>
            </w:r>
          </w:p>
        </w:tc>
        <w:tc>
          <w:tcPr>
            <w:tcW w:w="6662" w:type="dxa"/>
            <w:shd w:val="clear" w:color="auto" w:fill="auto"/>
          </w:tcPr>
          <w:p w14:paraId="4A8E665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Ředitelství silnic a dálnic ČR</w:t>
            </w:r>
          </w:p>
        </w:tc>
      </w:tr>
      <w:tr w:rsidR="00E63D20" w:rsidRPr="00AF3B91" w14:paraId="041C3F7E" w14:textId="77777777" w:rsidTr="00E63D20">
        <w:tc>
          <w:tcPr>
            <w:tcW w:w="1980" w:type="dxa"/>
            <w:shd w:val="clear" w:color="auto" w:fill="auto"/>
          </w:tcPr>
          <w:p w14:paraId="0BB6093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SHP</w:t>
            </w:r>
          </w:p>
        </w:tc>
        <w:tc>
          <w:tcPr>
            <w:tcW w:w="6662" w:type="dxa"/>
            <w:shd w:val="clear" w:color="auto" w:fill="auto"/>
          </w:tcPr>
          <w:p w14:paraId="618D4851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Souborový formát pro ukládání vektorových prostorových dat pro geografické informační systémy</w:t>
            </w:r>
          </w:p>
        </w:tc>
      </w:tr>
      <w:tr w:rsidR="00E63D20" w:rsidRPr="00AF3B91" w14:paraId="5138BCE5" w14:textId="77777777" w:rsidTr="00E63D20">
        <w:tc>
          <w:tcPr>
            <w:tcW w:w="1980" w:type="dxa"/>
            <w:shd w:val="clear" w:color="auto" w:fill="auto"/>
          </w:tcPr>
          <w:p w14:paraId="4ABC861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S-JTSK</w:t>
            </w:r>
          </w:p>
        </w:tc>
        <w:tc>
          <w:tcPr>
            <w:tcW w:w="6662" w:type="dxa"/>
            <w:shd w:val="clear" w:color="auto" w:fill="auto"/>
          </w:tcPr>
          <w:p w14:paraId="3D71C8F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Souřadnicový systém Jednotné trigonometrické sítě katastrální</w:t>
            </w:r>
          </w:p>
        </w:tc>
      </w:tr>
      <w:tr w:rsidR="00E63D20" w:rsidRPr="00AF3B91" w14:paraId="438CA1F2" w14:textId="77777777" w:rsidTr="00E63D20">
        <w:tc>
          <w:tcPr>
            <w:tcW w:w="1980" w:type="dxa"/>
            <w:shd w:val="clear" w:color="auto" w:fill="auto"/>
          </w:tcPr>
          <w:p w14:paraId="08B38A5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SŽ</w:t>
            </w:r>
          </w:p>
        </w:tc>
        <w:tc>
          <w:tcPr>
            <w:tcW w:w="6662" w:type="dxa"/>
            <w:shd w:val="clear" w:color="auto" w:fill="auto"/>
          </w:tcPr>
          <w:p w14:paraId="6ACFDE3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Správa železnic, státní organizace</w:t>
            </w:r>
          </w:p>
        </w:tc>
      </w:tr>
      <w:tr w:rsidR="00E63D20" w:rsidRPr="00AF3B91" w14:paraId="0BB0DF2B" w14:textId="77777777" w:rsidTr="00E63D20">
        <w:tc>
          <w:tcPr>
            <w:tcW w:w="1980" w:type="dxa"/>
            <w:shd w:val="clear" w:color="auto" w:fill="auto"/>
          </w:tcPr>
          <w:p w14:paraId="052DA32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SŽDC</w:t>
            </w:r>
          </w:p>
        </w:tc>
        <w:tc>
          <w:tcPr>
            <w:tcW w:w="6662" w:type="dxa"/>
            <w:shd w:val="clear" w:color="auto" w:fill="auto"/>
          </w:tcPr>
          <w:p w14:paraId="42D8A14D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Správa železniční dopravní cesty, státní organizace (nyní SŽ)</w:t>
            </w:r>
          </w:p>
        </w:tc>
      </w:tr>
      <w:tr w:rsidR="00E63D20" w:rsidRPr="00AF3B91" w14:paraId="03253B35" w14:textId="77777777" w:rsidTr="00E63D20">
        <w:tc>
          <w:tcPr>
            <w:tcW w:w="1980" w:type="dxa"/>
            <w:shd w:val="clear" w:color="auto" w:fill="auto"/>
          </w:tcPr>
          <w:p w14:paraId="1B6E201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SŽG</w:t>
            </w:r>
          </w:p>
        </w:tc>
        <w:tc>
          <w:tcPr>
            <w:tcW w:w="6662" w:type="dxa"/>
            <w:shd w:val="clear" w:color="auto" w:fill="auto"/>
          </w:tcPr>
          <w:p w14:paraId="6AD1869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Správa železniční geodézie</w:t>
            </w:r>
          </w:p>
        </w:tc>
      </w:tr>
      <w:tr w:rsidR="00E63D20" w:rsidRPr="00AF3B91" w14:paraId="5B9663F1" w14:textId="77777777" w:rsidTr="00E63D20">
        <w:tc>
          <w:tcPr>
            <w:tcW w:w="1980" w:type="dxa"/>
            <w:shd w:val="clear" w:color="auto" w:fill="auto"/>
          </w:tcPr>
          <w:p w14:paraId="465D068B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SŽ Zam1</w:t>
            </w:r>
          </w:p>
        </w:tc>
        <w:tc>
          <w:tcPr>
            <w:tcW w:w="6662" w:type="dxa"/>
            <w:shd w:val="clear" w:color="auto" w:fill="auto"/>
          </w:tcPr>
          <w:p w14:paraId="79D0D55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Předpis o odborné způsobilosti a znalosti osob při provozování dráhy a drážní dopravy</w:t>
            </w:r>
          </w:p>
        </w:tc>
      </w:tr>
      <w:tr w:rsidR="00E63D20" w:rsidRPr="00AF3B91" w14:paraId="6E54BBD7" w14:textId="77777777" w:rsidTr="00E63D20">
        <w:tc>
          <w:tcPr>
            <w:tcW w:w="1980" w:type="dxa"/>
            <w:shd w:val="clear" w:color="auto" w:fill="auto"/>
          </w:tcPr>
          <w:p w14:paraId="33850ADD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TI</w:t>
            </w:r>
          </w:p>
        </w:tc>
        <w:tc>
          <w:tcPr>
            <w:tcW w:w="6662" w:type="dxa"/>
            <w:shd w:val="clear" w:color="auto" w:fill="auto"/>
          </w:tcPr>
          <w:p w14:paraId="11FE92DC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Technická infrastruktura</w:t>
            </w:r>
          </w:p>
        </w:tc>
      </w:tr>
      <w:tr w:rsidR="00E63D20" w:rsidRPr="00AF3B91" w14:paraId="12416809" w14:textId="77777777" w:rsidTr="00E63D20">
        <w:tc>
          <w:tcPr>
            <w:tcW w:w="1980" w:type="dxa"/>
            <w:shd w:val="clear" w:color="auto" w:fill="auto"/>
          </w:tcPr>
          <w:p w14:paraId="43B7109B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TIFF</w:t>
            </w:r>
          </w:p>
        </w:tc>
        <w:tc>
          <w:tcPr>
            <w:tcW w:w="6662" w:type="dxa"/>
            <w:shd w:val="clear" w:color="auto" w:fill="auto"/>
          </w:tcPr>
          <w:p w14:paraId="6104DA8E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Souborový formát pro ukládání rastrové počítačové grafiky</w:t>
            </w:r>
          </w:p>
        </w:tc>
      </w:tr>
      <w:tr w:rsidR="00E63D20" w:rsidRPr="00AF3B91" w14:paraId="24722C7E" w14:textId="77777777" w:rsidTr="00E63D20">
        <w:tc>
          <w:tcPr>
            <w:tcW w:w="1980" w:type="dxa"/>
            <w:shd w:val="clear" w:color="auto" w:fill="auto"/>
          </w:tcPr>
          <w:p w14:paraId="7240CAB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TS</w:t>
            </w:r>
          </w:p>
        </w:tc>
        <w:tc>
          <w:tcPr>
            <w:tcW w:w="6662" w:type="dxa"/>
            <w:shd w:val="clear" w:color="auto" w:fill="auto"/>
          </w:tcPr>
          <w:p w14:paraId="3AAD466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Technická specifikace</w:t>
            </w:r>
          </w:p>
        </w:tc>
      </w:tr>
      <w:tr w:rsidR="00E63D20" w:rsidRPr="00AF3B91" w14:paraId="72E8285D" w14:textId="77777777" w:rsidTr="00E63D20">
        <w:tc>
          <w:tcPr>
            <w:tcW w:w="1980" w:type="dxa"/>
            <w:shd w:val="clear" w:color="auto" w:fill="auto"/>
          </w:tcPr>
          <w:p w14:paraId="4B21A02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TUDU</w:t>
            </w:r>
          </w:p>
        </w:tc>
        <w:tc>
          <w:tcPr>
            <w:tcW w:w="6662" w:type="dxa"/>
            <w:shd w:val="clear" w:color="auto" w:fill="auto"/>
          </w:tcPr>
          <w:p w14:paraId="640A1C2F" w14:textId="77777777" w:rsidR="00E63D20" w:rsidRPr="00AF3B91" w:rsidRDefault="00E63D20" w:rsidP="00FD274F">
            <w:pPr>
              <w:spacing w:after="0" w:line="240" w:lineRule="auto"/>
            </w:pPr>
            <w:r w:rsidRPr="00AF3B91">
              <w:t>Definiční úsek – kompletní kód z číselníku, vyjadřující konkrétní definiční úsek v rámci příslušného topologického úseku, též označení číselníku definičních úseků</w:t>
            </w:r>
          </w:p>
        </w:tc>
      </w:tr>
      <w:tr w:rsidR="00E63D20" w:rsidRPr="00AF3B91" w14:paraId="531B4F82" w14:textId="77777777" w:rsidTr="00E63D20">
        <w:tc>
          <w:tcPr>
            <w:tcW w:w="1980" w:type="dxa"/>
            <w:shd w:val="clear" w:color="auto" w:fill="auto"/>
          </w:tcPr>
          <w:p w14:paraId="4F616A3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TXT</w:t>
            </w:r>
          </w:p>
        </w:tc>
        <w:tc>
          <w:tcPr>
            <w:tcW w:w="6662" w:type="dxa"/>
            <w:shd w:val="clear" w:color="auto" w:fill="auto"/>
          </w:tcPr>
          <w:p w14:paraId="67340E7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Souborový formát pro výměnu prostých textů</w:t>
            </w:r>
          </w:p>
        </w:tc>
      </w:tr>
      <w:tr w:rsidR="00E63D20" w:rsidRPr="00AF3B91" w14:paraId="36CC96D0" w14:textId="77777777" w:rsidTr="00E63D20">
        <w:tc>
          <w:tcPr>
            <w:tcW w:w="1980" w:type="dxa"/>
            <w:shd w:val="clear" w:color="auto" w:fill="auto"/>
          </w:tcPr>
          <w:p w14:paraId="59C6001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ÚOZI</w:t>
            </w:r>
          </w:p>
        </w:tc>
        <w:tc>
          <w:tcPr>
            <w:tcW w:w="6662" w:type="dxa"/>
            <w:shd w:val="clear" w:color="auto" w:fill="auto"/>
          </w:tcPr>
          <w:p w14:paraId="1BFF938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Úředně oprávněný zeměměřický inženýr</w:t>
            </w:r>
          </w:p>
        </w:tc>
      </w:tr>
      <w:tr w:rsidR="00E63D20" w:rsidRPr="00AF3B91" w14:paraId="39D434A9" w14:textId="77777777" w:rsidTr="00E63D20">
        <w:tc>
          <w:tcPr>
            <w:tcW w:w="1980" w:type="dxa"/>
            <w:shd w:val="clear" w:color="auto" w:fill="auto"/>
          </w:tcPr>
          <w:p w14:paraId="61C2767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UTC</w:t>
            </w:r>
          </w:p>
        </w:tc>
        <w:tc>
          <w:tcPr>
            <w:tcW w:w="6662" w:type="dxa"/>
            <w:shd w:val="clear" w:color="auto" w:fill="auto"/>
          </w:tcPr>
          <w:p w14:paraId="7C468E76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Koordinovaný světový čas</w:t>
            </w:r>
          </w:p>
        </w:tc>
      </w:tr>
      <w:tr w:rsidR="00E63D20" w:rsidRPr="00AF3B91" w14:paraId="40D6088C" w14:textId="77777777" w:rsidTr="00E63D20">
        <w:tc>
          <w:tcPr>
            <w:tcW w:w="1980" w:type="dxa"/>
            <w:shd w:val="clear" w:color="auto" w:fill="auto"/>
          </w:tcPr>
          <w:p w14:paraId="1CF51189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ÚŽM</w:t>
            </w:r>
          </w:p>
        </w:tc>
        <w:tc>
          <w:tcPr>
            <w:tcW w:w="6662" w:type="dxa"/>
            <w:shd w:val="clear" w:color="auto" w:fill="auto"/>
          </w:tcPr>
          <w:p w14:paraId="00AE7BF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Účelová železniční mapa</w:t>
            </w:r>
          </w:p>
        </w:tc>
      </w:tr>
      <w:tr w:rsidR="00E63D20" w:rsidRPr="00AF3B91" w14:paraId="3AFDD164" w14:textId="77777777" w:rsidTr="00E63D20">
        <w:tc>
          <w:tcPr>
            <w:tcW w:w="1980" w:type="dxa"/>
            <w:shd w:val="clear" w:color="auto" w:fill="auto"/>
          </w:tcPr>
          <w:p w14:paraId="6E12B29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VB</w:t>
            </w:r>
          </w:p>
        </w:tc>
        <w:tc>
          <w:tcPr>
            <w:tcW w:w="6662" w:type="dxa"/>
            <w:shd w:val="clear" w:color="auto" w:fill="auto"/>
          </w:tcPr>
          <w:p w14:paraId="5E59ED9F" w14:textId="77777777" w:rsidR="00E63D20" w:rsidRPr="00AF3B91" w:rsidRDefault="00E63D20" w:rsidP="00FD274F">
            <w:pPr>
              <w:spacing w:after="0" w:line="240" w:lineRule="auto"/>
              <w:ind w:right="-46"/>
            </w:pPr>
            <w:proofErr w:type="spellStart"/>
            <w:r w:rsidRPr="00AF3B91">
              <w:t>Vlícovací</w:t>
            </w:r>
            <w:proofErr w:type="spellEnd"/>
            <w:r w:rsidRPr="00AF3B91">
              <w:t xml:space="preserve"> bod</w:t>
            </w:r>
          </w:p>
        </w:tc>
      </w:tr>
      <w:tr w:rsidR="00E63D20" w:rsidRPr="00AF3B91" w14:paraId="042589CF" w14:textId="77777777" w:rsidTr="00E63D20">
        <w:tc>
          <w:tcPr>
            <w:tcW w:w="1980" w:type="dxa"/>
            <w:shd w:val="clear" w:color="auto" w:fill="auto"/>
          </w:tcPr>
          <w:p w14:paraId="3656C0F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VPS</w:t>
            </w:r>
          </w:p>
        </w:tc>
        <w:tc>
          <w:tcPr>
            <w:tcW w:w="6662" w:type="dxa"/>
            <w:shd w:val="clear" w:color="auto" w:fill="auto"/>
          </w:tcPr>
          <w:p w14:paraId="3936BE0B" w14:textId="77777777" w:rsidR="00E63D20" w:rsidRPr="00AF3B91" w:rsidRDefault="00E63D20" w:rsidP="00FD274F">
            <w:pPr>
              <w:spacing w:after="0"/>
              <w:ind w:right="-46"/>
            </w:pPr>
            <w:r w:rsidRPr="00AF3B91">
              <w:t>Veřejnoprávní subjekt</w:t>
            </w:r>
          </w:p>
        </w:tc>
      </w:tr>
      <w:tr w:rsidR="00E63D20" w:rsidRPr="00AF3B91" w14:paraId="41A6A387" w14:textId="77777777" w:rsidTr="00E63D20">
        <w:tc>
          <w:tcPr>
            <w:tcW w:w="1980" w:type="dxa"/>
            <w:shd w:val="clear" w:color="auto" w:fill="auto"/>
          </w:tcPr>
          <w:p w14:paraId="2F248D9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VZ1</w:t>
            </w:r>
          </w:p>
        </w:tc>
        <w:tc>
          <w:tcPr>
            <w:tcW w:w="6662" w:type="dxa"/>
            <w:shd w:val="clear" w:color="auto" w:fill="auto"/>
          </w:tcPr>
          <w:p w14:paraId="28578C1B" w14:textId="77777777" w:rsidR="00E63D20" w:rsidRPr="00AF3B91" w:rsidRDefault="00E63D20" w:rsidP="00FD274F">
            <w:pPr>
              <w:pStyle w:val="Textbubliny"/>
              <w:ind w:right="-46"/>
              <w:rPr>
                <w:rFonts w:ascii="Verdana" w:hAnsi="Verdana" w:cstheme="minorBidi"/>
                <w:szCs w:val="22"/>
              </w:rPr>
            </w:pPr>
            <w:r w:rsidRPr="00AF3B91">
              <w:rPr>
                <w:rFonts w:ascii="Verdana" w:hAnsi="Verdana" w:cstheme="minorBidi"/>
                <w:szCs w:val="22"/>
              </w:rPr>
              <w:t xml:space="preserve">Veřejná zakázka „Vznik a rozvoj digitálních technických map železnice (DTMŽ) – pořízení dat“ </w:t>
            </w:r>
          </w:p>
        </w:tc>
      </w:tr>
      <w:tr w:rsidR="00E63D20" w:rsidRPr="00AF3B91" w14:paraId="1BB4C255" w14:textId="77777777" w:rsidTr="00E63D20">
        <w:tc>
          <w:tcPr>
            <w:tcW w:w="1980" w:type="dxa"/>
            <w:shd w:val="clear" w:color="auto" w:fill="auto"/>
          </w:tcPr>
          <w:p w14:paraId="30DC42F7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VZ2</w:t>
            </w:r>
          </w:p>
        </w:tc>
        <w:tc>
          <w:tcPr>
            <w:tcW w:w="6662" w:type="dxa"/>
            <w:shd w:val="clear" w:color="auto" w:fill="auto"/>
          </w:tcPr>
          <w:p w14:paraId="0D01DE2B" w14:textId="77777777" w:rsidR="00E63D20" w:rsidRPr="00AF3B91" w:rsidRDefault="00E63D20" w:rsidP="00FD274F">
            <w:pPr>
              <w:pStyle w:val="Textbubliny"/>
              <w:ind w:right="-46"/>
              <w:rPr>
                <w:rFonts w:ascii="Verdana" w:hAnsi="Verdana" w:cstheme="minorBidi"/>
                <w:szCs w:val="22"/>
              </w:rPr>
            </w:pPr>
            <w:r w:rsidRPr="00AF3B91">
              <w:rPr>
                <w:rFonts w:ascii="Verdana" w:hAnsi="Verdana" w:cstheme="minorBidi"/>
                <w:szCs w:val="22"/>
              </w:rPr>
              <w:t>Veřejná zakázka „„Vznik a rozvoj digitálních technických map železnic (DTMŽ) – dodávka SW řešení a celková datová konsolidace“</w:t>
            </w:r>
          </w:p>
        </w:tc>
      </w:tr>
      <w:tr w:rsidR="00E63D20" w:rsidRPr="00AF3B91" w14:paraId="2F1B135E" w14:textId="77777777" w:rsidTr="00E63D20">
        <w:tc>
          <w:tcPr>
            <w:tcW w:w="1980" w:type="dxa"/>
            <w:shd w:val="clear" w:color="auto" w:fill="auto"/>
          </w:tcPr>
          <w:p w14:paraId="008FFEE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VZ3</w:t>
            </w:r>
          </w:p>
        </w:tc>
        <w:tc>
          <w:tcPr>
            <w:tcW w:w="6662" w:type="dxa"/>
            <w:shd w:val="clear" w:color="auto" w:fill="auto"/>
          </w:tcPr>
          <w:p w14:paraId="2F32134C" w14:textId="77777777" w:rsidR="00E63D20" w:rsidRPr="00AF3B91" w:rsidRDefault="00E63D20" w:rsidP="00FD274F">
            <w:pPr>
              <w:pStyle w:val="Textbubliny"/>
              <w:ind w:right="-46"/>
              <w:rPr>
                <w:rFonts w:ascii="Verdana" w:hAnsi="Verdana" w:cstheme="minorBidi"/>
                <w:szCs w:val="22"/>
              </w:rPr>
            </w:pPr>
            <w:r w:rsidRPr="00AF3B91">
              <w:rPr>
                <w:rFonts w:ascii="Verdana" w:hAnsi="Verdana" w:cstheme="minorBidi"/>
                <w:szCs w:val="22"/>
              </w:rPr>
              <w:t>Tato veřejná zakázka</w:t>
            </w:r>
          </w:p>
        </w:tc>
      </w:tr>
      <w:tr w:rsidR="00E63D20" w:rsidRPr="00AF3B91" w14:paraId="1438D9DF" w14:textId="77777777" w:rsidTr="00E63D20">
        <w:tc>
          <w:tcPr>
            <w:tcW w:w="1980" w:type="dxa"/>
            <w:shd w:val="clear" w:color="auto" w:fill="auto"/>
          </w:tcPr>
          <w:p w14:paraId="3CC2CA70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XML</w:t>
            </w:r>
          </w:p>
        </w:tc>
        <w:tc>
          <w:tcPr>
            <w:tcW w:w="6662" w:type="dxa"/>
            <w:shd w:val="clear" w:color="auto" w:fill="auto"/>
          </w:tcPr>
          <w:p w14:paraId="17DCFF3F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Rozšiřitelný značkovací jazyk</w:t>
            </w:r>
          </w:p>
        </w:tc>
      </w:tr>
      <w:tr w:rsidR="00E63D20" w:rsidRPr="00AF3B91" w14:paraId="73522A7F" w14:textId="77777777" w:rsidTr="00E63D20">
        <w:tc>
          <w:tcPr>
            <w:tcW w:w="1980" w:type="dxa"/>
            <w:shd w:val="clear" w:color="auto" w:fill="auto"/>
          </w:tcPr>
          <w:p w14:paraId="640B0C83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ZPS</w:t>
            </w:r>
          </w:p>
        </w:tc>
        <w:tc>
          <w:tcPr>
            <w:tcW w:w="6662" w:type="dxa"/>
            <w:shd w:val="clear" w:color="auto" w:fill="auto"/>
          </w:tcPr>
          <w:p w14:paraId="16EBE8E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 xml:space="preserve">Základní prostorová situace – </w:t>
            </w:r>
            <w:proofErr w:type="spellStart"/>
            <w:r w:rsidRPr="00AF3B91">
              <w:t>geodata</w:t>
            </w:r>
            <w:proofErr w:type="spellEnd"/>
            <w:r w:rsidRPr="00AF3B91">
              <w:t xml:space="preserve"> vybraných prvků na zemském povrchu, pod ním nebo nad ním, reprezentující základní prostorové uspořádání situace v území formou liniových, bodových a plošných (polygonových) prvků</w:t>
            </w:r>
          </w:p>
        </w:tc>
      </w:tr>
      <w:tr w:rsidR="00E63D20" w:rsidRPr="00AF3B91" w14:paraId="37B63638" w14:textId="77777777" w:rsidTr="00E63D20">
        <w:tc>
          <w:tcPr>
            <w:tcW w:w="1980" w:type="dxa"/>
            <w:shd w:val="clear" w:color="auto" w:fill="auto"/>
          </w:tcPr>
          <w:p w14:paraId="323548C4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ŽBP</w:t>
            </w:r>
          </w:p>
        </w:tc>
        <w:tc>
          <w:tcPr>
            <w:tcW w:w="6662" w:type="dxa"/>
            <w:shd w:val="clear" w:color="auto" w:fill="auto"/>
          </w:tcPr>
          <w:p w14:paraId="41356025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Železniční bodové pole</w:t>
            </w:r>
          </w:p>
        </w:tc>
      </w:tr>
      <w:tr w:rsidR="00E63D20" w:rsidRPr="00AF3B91" w14:paraId="3649DD40" w14:textId="77777777" w:rsidTr="00E63D20">
        <w:tc>
          <w:tcPr>
            <w:tcW w:w="1980" w:type="dxa"/>
            <w:shd w:val="clear" w:color="auto" w:fill="auto"/>
          </w:tcPr>
          <w:p w14:paraId="644AE6D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lastRenderedPageBreak/>
              <w:t>ŽXML</w:t>
            </w:r>
          </w:p>
        </w:tc>
        <w:tc>
          <w:tcPr>
            <w:tcW w:w="6662" w:type="dxa"/>
            <w:shd w:val="clear" w:color="auto" w:fill="auto"/>
          </w:tcPr>
          <w:p w14:paraId="2885F662" w14:textId="77777777" w:rsidR="00E63D20" w:rsidRPr="00AF3B91" w:rsidRDefault="00E63D20" w:rsidP="00FD274F">
            <w:pPr>
              <w:spacing w:after="0" w:line="240" w:lineRule="auto"/>
              <w:ind w:right="-46"/>
            </w:pPr>
            <w:r w:rsidRPr="00AF3B91">
              <w:t>Výměnný formát IS DTMŽ</w:t>
            </w:r>
          </w:p>
        </w:tc>
      </w:tr>
    </w:tbl>
    <w:p w14:paraId="065FEA94" w14:textId="77777777" w:rsidR="00E63D20" w:rsidRDefault="00E63D20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</w:p>
    <w:sectPr w:rsidR="00E63D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FD196" w14:textId="77777777" w:rsidR="00C652E5" w:rsidRDefault="00C652E5" w:rsidP="00962258">
      <w:pPr>
        <w:spacing w:after="0" w:line="240" w:lineRule="auto"/>
      </w:pPr>
      <w:r>
        <w:separator/>
      </w:r>
    </w:p>
  </w:endnote>
  <w:endnote w:type="continuationSeparator" w:id="0">
    <w:p w14:paraId="73DFFAB2" w14:textId="77777777" w:rsidR="00C652E5" w:rsidRDefault="00C652E5" w:rsidP="00962258">
      <w:pPr>
        <w:spacing w:after="0" w:line="240" w:lineRule="auto"/>
      </w:pPr>
      <w:r>
        <w:continuationSeparator/>
      </w:r>
    </w:p>
  </w:endnote>
  <w:endnote w:type="continuationNotice" w:id="1">
    <w:p w14:paraId="3705EDFC" w14:textId="77777777" w:rsidR="00C652E5" w:rsidRDefault="00C652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7643A" w14:paraId="5F0B8D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2E3D2F" w14:textId="0E2BDA30" w:rsidR="00B7643A" w:rsidRPr="00B8518B" w:rsidRDefault="00B7643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EDEF1E" w14:textId="77777777" w:rsidR="00B7643A" w:rsidRDefault="00B7643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FB30D4" w14:textId="77777777" w:rsidR="00B7643A" w:rsidRDefault="00B7643A" w:rsidP="00B8518B">
          <w:pPr>
            <w:pStyle w:val="Zpat"/>
          </w:pPr>
        </w:p>
      </w:tc>
      <w:tc>
        <w:tcPr>
          <w:tcW w:w="2921" w:type="dxa"/>
        </w:tcPr>
        <w:p w14:paraId="628D3A89" w14:textId="77777777" w:rsidR="00B7643A" w:rsidRDefault="00B7643A" w:rsidP="00D831A3">
          <w:pPr>
            <w:pStyle w:val="Zpat"/>
          </w:pPr>
        </w:p>
      </w:tc>
    </w:tr>
  </w:tbl>
  <w:p w14:paraId="5952CBD2" w14:textId="77777777" w:rsidR="00B7643A" w:rsidRPr="00B8518B" w:rsidRDefault="00B764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A8FF90" wp14:editId="196111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B2099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BED1610" wp14:editId="11744A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51D24D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7643A" w14:paraId="34E6D5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2755BF" w14:textId="563A9262" w:rsidR="00B7643A" w:rsidRPr="00B8518B" w:rsidRDefault="00B7643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189CF" w14:textId="77777777" w:rsidR="00B7643A" w:rsidRDefault="00B7643A" w:rsidP="00460660">
          <w:pPr>
            <w:pStyle w:val="Zpat"/>
          </w:pPr>
          <w:r>
            <w:t>Správa železnic, státní organizace</w:t>
          </w:r>
        </w:p>
        <w:p w14:paraId="18E082C6" w14:textId="77777777" w:rsidR="00B7643A" w:rsidRDefault="00B7643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59EB9" w14:textId="77777777" w:rsidR="00B7643A" w:rsidRDefault="00B7643A" w:rsidP="00460660">
          <w:pPr>
            <w:pStyle w:val="Zpat"/>
          </w:pPr>
          <w:r>
            <w:t>Sídlo: Dlážděná 1003/7, 110 00 Praha 1</w:t>
          </w:r>
        </w:p>
        <w:p w14:paraId="0AA71EC7" w14:textId="77777777" w:rsidR="00B7643A" w:rsidRDefault="00B7643A" w:rsidP="00460660">
          <w:pPr>
            <w:pStyle w:val="Zpat"/>
          </w:pPr>
          <w:r>
            <w:t>IČO: 709 94 234 DIČ: CZ 709 94 234</w:t>
          </w:r>
        </w:p>
        <w:p w14:paraId="48546207" w14:textId="77777777" w:rsidR="00B7643A" w:rsidRDefault="00B7643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1870C" w14:textId="77777777" w:rsidR="00B7643A" w:rsidRDefault="00B7643A" w:rsidP="00460660">
          <w:pPr>
            <w:pStyle w:val="Zpat"/>
          </w:pPr>
        </w:p>
      </w:tc>
    </w:tr>
  </w:tbl>
  <w:p w14:paraId="16A38417" w14:textId="77777777" w:rsidR="00B7643A" w:rsidRPr="00B8518B" w:rsidRDefault="00B764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B90B8C" wp14:editId="63FCE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69E310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AC24" wp14:editId="0C4BD8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6339C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0F2F90" w14:textId="77777777" w:rsidR="00B7643A" w:rsidRPr="00460660" w:rsidRDefault="00B7643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4875F" w14:textId="77777777" w:rsidR="00C652E5" w:rsidRDefault="00C652E5" w:rsidP="00962258">
      <w:pPr>
        <w:spacing w:after="0" w:line="240" w:lineRule="auto"/>
      </w:pPr>
      <w:r>
        <w:separator/>
      </w:r>
    </w:p>
  </w:footnote>
  <w:footnote w:type="continuationSeparator" w:id="0">
    <w:p w14:paraId="2E3E9C3D" w14:textId="77777777" w:rsidR="00C652E5" w:rsidRDefault="00C652E5" w:rsidP="00962258">
      <w:pPr>
        <w:spacing w:after="0" w:line="240" w:lineRule="auto"/>
      </w:pPr>
      <w:r>
        <w:continuationSeparator/>
      </w:r>
    </w:p>
  </w:footnote>
  <w:footnote w:type="continuationNotice" w:id="1">
    <w:p w14:paraId="1EBFB9F4" w14:textId="77777777" w:rsidR="00C652E5" w:rsidRDefault="00C652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7643A" w14:paraId="316AB31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F5F55E" w14:textId="77777777" w:rsidR="00B7643A" w:rsidRPr="00B8518B" w:rsidRDefault="00B7643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D2B9C5" w14:textId="77777777" w:rsidR="00B7643A" w:rsidRDefault="00B7643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2D6AE5" w14:textId="77777777" w:rsidR="00B7643A" w:rsidRPr="00D6163D" w:rsidRDefault="00B7643A" w:rsidP="00D6163D">
          <w:pPr>
            <w:pStyle w:val="Druhdokumentu"/>
          </w:pPr>
        </w:p>
      </w:tc>
    </w:tr>
  </w:tbl>
  <w:p w14:paraId="6565B31A" w14:textId="77777777" w:rsidR="00B7643A" w:rsidRPr="00D6163D" w:rsidRDefault="00B7643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7643A" w14:paraId="5E7448D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3AA505" w14:textId="77777777" w:rsidR="00B7643A" w:rsidRPr="00B8518B" w:rsidRDefault="00B7643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D996F1" w14:textId="77777777" w:rsidR="00B7643A" w:rsidRDefault="00B7643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808B7F" w14:textId="77777777" w:rsidR="00B7643A" w:rsidRPr="00D6163D" w:rsidRDefault="00B7643A" w:rsidP="00FC6389">
          <w:pPr>
            <w:pStyle w:val="Druhdokumentu"/>
          </w:pPr>
        </w:p>
      </w:tc>
    </w:tr>
    <w:tr w:rsidR="00B7643A" w14:paraId="2E62755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B9223" w14:textId="77777777" w:rsidR="00B7643A" w:rsidRPr="00B8518B" w:rsidRDefault="00B7643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21DD5" w14:textId="77777777" w:rsidR="00B7643A" w:rsidRDefault="00B7643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FF5B68" w14:textId="77777777" w:rsidR="00B7643A" w:rsidRPr="00D6163D" w:rsidRDefault="00B7643A" w:rsidP="00FC6389">
          <w:pPr>
            <w:pStyle w:val="Druhdokumentu"/>
          </w:pPr>
        </w:p>
      </w:tc>
    </w:tr>
  </w:tbl>
  <w:p w14:paraId="123BFB79" w14:textId="77777777" w:rsidR="00B7643A" w:rsidRPr="00D6163D" w:rsidRDefault="00B7643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67EA94" wp14:editId="6E9F0CC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B1046" w14:textId="77777777" w:rsidR="00B7643A" w:rsidRPr="00460660" w:rsidRDefault="00B7643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4490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A594C8D2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18"/>
        <w:szCs w:val="18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244CDD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004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C5CB5"/>
    <w:multiLevelType w:val="hybridMultilevel"/>
    <w:tmpl w:val="99363F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F367D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 w15:restartNumberingAfterBreak="0">
    <w:nsid w:val="4D811E2F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56BF1A46"/>
    <w:multiLevelType w:val="hybridMultilevel"/>
    <w:tmpl w:val="A51EFDAE"/>
    <w:lvl w:ilvl="0" w:tplc="ED882D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408BA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 w15:restartNumberingAfterBreak="0">
    <w:nsid w:val="70D31B7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Formatting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72A"/>
    <w:rsid w:val="0000488A"/>
    <w:rsid w:val="00014A7E"/>
    <w:rsid w:val="00021FC9"/>
    <w:rsid w:val="00024DE3"/>
    <w:rsid w:val="000369C8"/>
    <w:rsid w:val="00041082"/>
    <w:rsid w:val="00062C55"/>
    <w:rsid w:val="00065727"/>
    <w:rsid w:val="00072C1E"/>
    <w:rsid w:val="00076425"/>
    <w:rsid w:val="000771E7"/>
    <w:rsid w:val="000913FC"/>
    <w:rsid w:val="000B09BB"/>
    <w:rsid w:val="000C327C"/>
    <w:rsid w:val="000C797A"/>
    <w:rsid w:val="000C7B3E"/>
    <w:rsid w:val="000D4D19"/>
    <w:rsid w:val="000E0E4C"/>
    <w:rsid w:val="000E23A7"/>
    <w:rsid w:val="000F1F2B"/>
    <w:rsid w:val="00101DF0"/>
    <w:rsid w:val="0010693F"/>
    <w:rsid w:val="001114B2"/>
    <w:rsid w:val="00114472"/>
    <w:rsid w:val="001152CA"/>
    <w:rsid w:val="001203CC"/>
    <w:rsid w:val="001205E9"/>
    <w:rsid w:val="00124E6D"/>
    <w:rsid w:val="001379C5"/>
    <w:rsid w:val="00143117"/>
    <w:rsid w:val="001520E2"/>
    <w:rsid w:val="00153553"/>
    <w:rsid w:val="001550BC"/>
    <w:rsid w:val="001605B9"/>
    <w:rsid w:val="00170EC5"/>
    <w:rsid w:val="00171796"/>
    <w:rsid w:val="001747C1"/>
    <w:rsid w:val="00184283"/>
    <w:rsid w:val="00184743"/>
    <w:rsid w:val="00185AF5"/>
    <w:rsid w:val="001A1A6E"/>
    <w:rsid w:val="001A38A6"/>
    <w:rsid w:val="001A54E3"/>
    <w:rsid w:val="001B2F04"/>
    <w:rsid w:val="001B62CC"/>
    <w:rsid w:val="001B782A"/>
    <w:rsid w:val="001C0847"/>
    <w:rsid w:val="001C1E55"/>
    <w:rsid w:val="001C668A"/>
    <w:rsid w:val="001D1122"/>
    <w:rsid w:val="001D4648"/>
    <w:rsid w:val="001D6204"/>
    <w:rsid w:val="001E3FFF"/>
    <w:rsid w:val="00204FD9"/>
    <w:rsid w:val="00207DF5"/>
    <w:rsid w:val="00232EF9"/>
    <w:rsid w:val="00243BE7"/>
    <w:rsid w:val="0024494A"/>
    <w:rsid w:val="00246D2A"/>
    <w:rsid w:val="00264A93"/>
    <w:rsid w:val="002650AE"/>
    <w:rsid w:val="0026609E"/>
    <w:rsid w:val="002674C5"/>
    <w:rsid w:val="00280E07"/>
    <w:rsid w:val="00285461"/>
    <w:rsid w:val="002943F9"/>
    <w:rsid w:val="002B592E"/>
    <w:rsid w:val="002C31BF"/>
    <w:rsid w:val="002C4521"/>
    <w:rsid w:val="002C7A36"/>
    <w:rsid w:val="002D08B1"/>
    <w:rsid w:val="002E0CD7"/>
    <w:rsid w:val="002E2630"/>
    <w:rsid w:val="002E4338"/>
    <w:rsid w:val="002F06F6"/>
    <w:rsid w:val="003073C2"/>
    <w:rsid w:val="003159AB"/>
    <w:rsid w:val="00316A7B"/>
    <w:rsid w:val="0032455A"/>
    <w:rsid w:val="00341DCF"/>
    <w:rsid w:val="003502E5"/>
    <w:rsid w:val="00351BF6"/>
    <w:rsid w:val="00357BC6"/>
    <w:rsid w:val="00360826"/>
    <w:rsid w:val="00370CE7"/>
    <w:rsid w:val="00377F42"/>
    <w:rsid w:val="003830DE"/>
    <w:rsid w:val="003839B2"/>
    <w:rsid w:val="00384B50"/>
    <w:rsid w:val="003956C6"/>
    <w:rsid w:val="003959BE"/>
    <w:rsid w:val="003A57CA"/>
    <w:rsid w:val="003A5CAA"/>
    <w:rsid w:val="003C4AC9"/>
    <w:rsid w:val="00401D24"/>
    <w:rsid w:val="0040323F"/>
    <w:rsid w:val="004050DC"/>
    <w:rsid w:val="00412108"/>
    <w:rsid w:val="0043254C"/>
    <w:rsid w:val="00437CCF"/>
    <w:rsid w:val="00440E0B"/>
    <w:rsid w:val="00441430"/>
    <w:rsid w:val="00450F07"/>
    <w:rsid w:val="00453CD3"/>
    <w:rsid w:val="00460244"/>
    <w:rsid w:val="00460660"/>
    <w:rsid w:val="00461E6C"/>
    <w:rsid w:val="0047190D"/>
    <w:rsid w:val="00475226"/>
    <w:rsid w:val="00486107"/>
    <w:rsid w:val="00491827"/>
    <w:rsid w:val="00492682"/>
    <w:rsid w:val="00497D8E"/>
    <w:rsid w:val="004A14C2"/>
    <w:rsid w:val="004A4DE6"/>
    <w:rsid w:val="004A6F06"/>
    <w:rsid w:val="004A7346"/>
    <w:rsid w:val="004B348C"/>
    <w:rsid w:val="004C4399"/>
    <w:rsid w:val="004C513D"/>
    <w:rsid w:val="004C5377"/>
    <w:rsid w:val="004C787C"/>
    <w:rsid w:val="004D6EA6"/>
    <w:rsid w:val="004E143C"/>
    <w:rsid w:val="004E365D"/>
    <w:rsid w:val="004E3A53"/>
    <w:rsid w:val="004F20BC"/>
    <w:rsid w:val="004F4B9B"/>
    <w:rsid w:val="004F69EA"/>
    <w:rsid w:val="0050260D"/>
    <w:rsid w:val="00511AB9"/>
    <w:rsid w:val="00513CEC"/>
    <w:rsid w:val="00523EA7"/>
    <w:rsid w:val="0052616C"/>
    <w:rsid w:val="00552675"/>
    <w:rsid w:val="00553375"/>
    <w:rsid w:val="00554127"/>
    <w:rsid w:val="00557C28"/>
    <w:rsid w:val="00561DE5"/>
    <w:rsid w:val="00562D35"/>
    <w:rsid w:val="00565E49"/>
    <w:rsid w:val="00570197"/>
    <w:rsid w:val="005736B7"/>
    <w:rsid w:val="00574700"/>
    <w:rsid w:val="00575E5A"/>
    <w:rsid w:val="00583AEA"/>
    <w:rsid w:val="00584C81"/>
    <w:rsid w:val="00585DD5"/>
    <w:rsid w:val="00586BA7"/>
    <w:rsid w:val="005A13CB"/>
    <w:rsid w:val="005C1736"/>
    <w:rsid w:val="005C1A31"/>
    <w:rsid w:val="005C7365"/>
    <w:rsid w:val="005D186E"/>
    <w:rsid w:val="005D4988"/>
    <w:rsid w:val="005D6A30"/>
    <w:rsid w:val="005F1404"/>
    <w:rsid w:val="005F5E31"/>
    <w:rsid w:val="0061068E"/>
    <w:rsid w:val="00613C62"/>
    <w:rsid w:val="006362C8"/>
    <w:rsid w:val="00651BD2"/>
    <w:rsid w:val="00660AD3"/>
    <w:rsid w:val="0067222C"/>
    <w:rsid w:val="00677B7F"/>
    <w:rsid w:val="00695E0B"/>
    <w:rsid w:val="0069770F"/>
    <w:rsid w:val="006A5570"/>
    <w:rsid w:val="006A689C"/>
    <w:rsid w:val="006B117D"/>
    <w:rsid w:val="006B3D79"/>
    <w:rsid w:val="006C68C0"/>
    <w:rsid w:val="006D7AFE"/>
    <w:rsid w:val="006E0578"/>
    <w:rsid w:val="006E314D"/>
    <w:rsid w:val="006E757C"/>
    <w:rsid w:val="006F3AD1"/>
    <w:rsid w:val="006F3D02"/>
    <w:rsid w:val="006F4D38"/>
    <w:rsid w:val="0070229A"/>
    <w:rsid w:val="00710723"/>
    <w:rsid w:val="007137E6"/>
    <w:rsid w:val="00720A83"/>
    <w:rsid w:val="00723D34"/>
    <w:rsid w:val="00723ED1"/>
    <w:rsid w:val="0072569B"/>
    <w:rsid w:val="00726A4F"/>
    <w:rsid w:val="007308F3"/>
    <w:rsid w:val="00734EEB"/>
    <w:rsid w:val="007367F0"/>
    <w:rsid w:val="00743525"/>
    <w:rsid w:val="0074515F"/>
    <w:rsid w:val="0074518C"/>
    <w:rsid w:val="007471C4"/>
    <w:rsid w:val="00747531"/>
    <w:rsid w:val="00747EA4"/>
    <w:rsid w:val="00752363"/>
    <w:rsid w:val="007605FB"/>
    <w:rsid w:val="0076286B"/>
    <w:rsid w:val="00766846"/>
    <w:rsid w:val="00775717"/>
    <w:rsid w:val="0077673A"/>
    <w:rsid w:val="00782E63"/>
    <w:rsid w:val="007846E1"/>
    <w:rsid w:val="007A5490"/>
    <w:rsid w:val="007A7271"/>
    <w:rsid w:val="007B19FE"/>
    <w:rsid w:val="007B570C"/>
    <w:rsid w:val="007C589B"/>
    <w:rsid w:val="007C7A0F"/>
    <w:rsid w:val="007D1F12"/>
    <w:rsid w:val="007E05EF"/>
    <w:rsid w:val="007E4A6E"/>
    <w:rsid w:val="007F56A7"/>
    <w:rsid w:val="00806160"/>
    <w:rsid w:val="00807CCA"/>
    <w:rsid w:val="00807DD0"/>
    <w:rsid w:val="00807FBD"/>
    <w:rsid w:val="00820FE1"/>
    <w:rsid w:val="00825F03"/>
    <w:rsid w:val="00830D43"/>
    <w:rsid w:val="00832BF4"/>
    <w:rsid w:val="00847B0D"/>
    <w:rsid w:val="00854507"/>
    <w:rsid w:val="00854867"/>
    <w:rsid w:val="008556AA"/>
    <w:rsid w:val="008659F3"/>
    <w:rsid w:val="00872870"/>
    <w:rsid w:val="00882CBE"/>
    <w:rsid w:val="00883B01"/>
    <w:rsid w:val="00886D4B"/>
    <w:rsid w:val="00887A01"/>
    <w:rsid w:val="00895406"/>
    <w:rsid w:val="00896963"/>
    <w:rsid w:val="008A3568"/>
    <w:rsid w:val="008C52EC"/>
    <w:rsid w:val="008C752C"/>
    <w:rsid w:val="008D03B9"/>
    <w:rsid w:val="008E7EA9"/>
    <w:rsid w:val="008F0221"/>
    <w:rsid w:val="008F18D6"/>
    <w:rsid w:val="008F1BED"/>
    <w:rsid w:val="00904780"/>
    <w:rsid w:val="0091284A"/>
    <w:rsid w:val="00914B2F"/>
    <w:rsid w:val="00922385"/>
    <w:rsid w:val="009223DF"/>
    <w:rsid w:val="00923427"/>
    <w:rsid w:val="00923DE9"/>
    <w:rsid w:val="00926B13"/>
    <w:rsid w:val="009323B9"/>
    <w:rsid w:val="00936091"/>
    <w:rsid w:val="00936C19"/>
    <w:rsid w:val="00940D8A"/>
    <w:rsid w:val="00942F1D"/>
    <w:rsid w:val="00952AF6"/>
    <w:rsid w:val="009536D6"/>
    <w:rsid w:val="00962258"/>
    <w:rsid w:val="0096642F"/>
    <w:rsid w:val="009678B7"/>
    <w:rsid w:val="0098273A"/>
    <w:rsid w:val="009833E1"/>
    <w:rsid w:val="00992D9C"/>
    <w:rsid w:val="00996CB8"/>
    <w:rsid w:val="009A6DC0"/>
    <w:rsid w:val="009B14A9"/>
    <w:rsid w:val="009B2E97"/>
    <w:rsid w:val="009B5C33"/>
    <w:rsid w:val="009B69B6"/>
    <w:rsid w:val="009D2637"/>
    <w:rsid w:val="009D6279"/>
    <w:rsid w:val="009E07F4"/>
    <w:rsid w:val="009E17EE"/>
    <w:rsid w:val="009F35D2"/>
    <w:rsid w:val="009F392E"/>
    <w:rsid w:val="009F689F"/>
    <w:rsid w:val="00A038E4"/>
    <w:rsid w:val="00A05DF5"/>
    <w:rsid w:val="00A12DB4"/>
    <w:rsid w:val="00A3658A"/>
    <w:rsid w:val="00A411EF"/>
    <w:rsid w:val="00A509E4"/>
    <w:rsid w:val="00A6177B"/>
    <w:rsid w:val="00A61BED"/>
    <w:rsid w:val="00A66136"/>
    <w:rsid w:val="00A6729E"/>
    <w:rsid w:val="00A81B45"/>
    <w:rsid w:val="00A82A5C"/>
    <w:rsid w:val="00A831C4"/>
    <w:rsid w:val="00AA4CBB"/>
    <w:rsid w:val="00AA5742"/>
    <w:rsid w:val="00AA65FA"/>
    <w:rsid w:val="00AA7351"/>
    <w:rsid w:val="00AC02BF"/>
    <w:rsid w:val="00AC465A"/>
    <w:rsid w:val="00AC5D7F"/>
    <w:rsid w:val="00AC75A3"/>
    <w:rsid w:val="00AD056F"/>
    <w:rsid w:val="00AD1B1C"/>
    <w:rsid w:val="00AD5A04"/>
    <w:rsid w:val="00AD6731"/>
    <w:rsid w:val="00AE28FA"/>
    <w:rsid w:val="00AE2FCD"/>
    <w:rsid w:val="00AE4A81"/>
    <w:rsid w:val="00AE4E9B"/>
    <w:rsid w:val="00AF6A00"/>
    <w:rsid w:val="00B10C77"/>
    <w:rsid w:val="00B15D0D"/>
    <w:rsid w:val="00B167BE"/>
    <w:rsid w:val="00B429D6"/>
    <w:rsid w:val="00B52434"/>
    <w:rsid w:val="00B53732"/>
    <w:rsid w:val="00B62587"/>
    <w:rsid w:val="00B65A11"/>
    <w:rsid w:val="00B70CF2"/>
    <w:rsid w:val="00B757D1"/>
    <w:rsid w:val="00B75EE1"/>
    <w:rsid w:val="00B7643A"/>
    <w:rsid w:val="00B77481"/>
    <w:rsid w:val="00B8518B"/>
    <w:rsid w:val="00B86513"/>
    <w:rsid w:val="00B97F53"/>
    <w:rsid w:val="00BC1F7D"/>
    <w:rsid w:val="00BD4E2E"/>
    <w:rsid w:val="00BD6ABC"/>
    <w:rsid w:val="00BD77F7"/>
    <w:rsid w:val="00BD7E91"/>
    <w:rsid w:val="00BE12D8"/>
    <w:rsid w:val="00BE1756"/>
    <w:rsid w:val="00BE435A"/>
    <w:rsid w:val="00C00223"/>
    <w:rsid w:val="00C02D0A"/>
    <w:rsid w:val="00C03A6E"/>
    <w:rsid w:val="00C07999"/>
    <w:rsid w:val="00C2037A"/>
    <w:rsid w:val="00C44F6A"/>
    <w:rsid w:val="00C47AE3"/>
    <w:rsid w:val="00C47E08"/>
    <w:rsid w:val="00C50229"/>
    <w:rsid w:val="00C529AC"/>
    <w:rsid w:val="00C52E49"/>
    <w:rsid w:val="00C539FC"/>
    <w:rsid w:val="00C542A2"/>
    <w:rsid w:val="00C652E5"/>
    <w:rsid w:val="00C803AB"/>
    <w:rsid w:val="00C83D13"/>
    <w:rsid w:val="00C900A2"/>
    <w:rsid w:val="00C949EB"/>
    <w:rsid w:val="00CB15FB"/>
    <w:rsid w:val="00CC0284"/>
    <w:rsid w:val="00CC270A"/>
    <w:rsid w:val="00CC4317"/>
    <w:rsid w:val="00CC60F5"/>
    <w:rsid w:val="00CC75D3"/>
    <w:rsid w:val="00CC7B53"/>
    <w:rsid w:val="00CD1FC4"/>
    <w:rsid w:val="00CD69F5"/>
    <w:rsid w:val="00CE311C"/>
    <w:rsid w:val="00CE5B72"/>
    <w:rsid w:val="00CF0FBC"/>
    <w:rsid w:val="00CF201B"/>
    <w:rsid w:val="00CF3465"/>
    <w:rsid w:val="00CF3978"/>
    <w:rsid w:val="00D009E5"/>
    <w:rsid w:val="00D023EC"/>
    <w:rsid w:val="00D07169"/>
    <w:rsid w:val="00D113E0"/>
    <w:rsid w:val="00D1655B"/>
    <w:rsid w:val="00D21061"/>
    <w:rsid w:val="00D25C5D"/>
    <w:rsid w:val="00D27ACC"/>
    <w:rsid w:val="00D30448"/>
    <w:rsid w:val="00D33FA4"/>
    <w:rsid w:val="00D4108E"/>
    <w:rsid w:val="00D41692"/>
    <w:rsid w:val="00D51192"/>
    <w:rsid w:val="00D607F0"/>
    <w:rsid w:val="00D6163D"/>
    <w:rsid w:val="00D6256E"/>
    <w:rsid w:val="00D648EB"/>
    <w:rsid w:val="00D73D46"/>
    <w:rsid w:val="00D746E1"/>
    <w:rsid w:val="00D748E4"/>
    <w:rsid w:val="00D81F06"/>
    <w:rsid w:val="00D831A3"/>
    <w:rsid w:val="00D862D6"/>
    <w:rsid w:val="00D94EC3"/>
    <w:rsid w:val="00DB19C1"/>
    <w:rsid w:val="00DB1F3A"/>
    <w:rsid w:val="00DB7DF7"/>
    <w:rsid w:val="00DC11F3"/>
    <w:rsid w:val="00DC3EB5"/>
    <w:rsid w:val="00DC5982"/>
    <w:rsid w:val="00DC670B"/>
    <w:rsid w:val="00DC75F3"/>
    <w:rsid w:val="00DD46F3"/>
    <w:rsid w:val="00DD7C9D"/>
    <w:rsid w:val="00DE1A68"/>
    <w:rsid w:val="00DE56F2"/>
    <w:rsid w:val="00DE69B6"/>
    <w:rsid w:val="00DE7426"/>
    <w:rsid w:val="00DF116D"/>
    <w:rsid w:val="00DF15BA"/>
    <w:rsid w:val="00E02806"/>
    <w:rsid w:val="00E125C4"/>
    <w:rsid w:val="00E36C4A"/>
    <w:rsid w:val="00E40231"/>
    <w:rsid w:val="00E43F2D"/>
    <w:rsid w:val="00E45E2E"/>
    <w:rsid w:val="00E62F5E"/>
    <w:rsid w:val="00E63D20"/>
    <w:rsid w:val="00E66240"/>
    <w:rsid w:val="00E7257B"/>
    <w:rsid w:val="00E75220"/>
    <w:rsid w:val="00E76B13"/>
    <w:rsid w:val="00EA51DF"/>
    <w:rsid w:val="00EB047A"/>
    <w:rsid w:val="00EB07E3"/>
    <w:rsid w:val="00EB104F"/>
    <w:rsid w:val="00EB1914"/>
    <w:rsid w:val="00EB3F44"/>
    <w:rsid w:val="00EB54A1"/>
    <w:rsid w:val="00EC4ABA"/>
    <w:rsid w:val="00ED14BD"/>
    <w:rsid w:val="00ED21FE"/>
    <w:rsid w:val="00EE3992"/>
    <w:rsid w:val="00EF1892"/>
    <w:rsid w:val="00EF3769"/>
    <w:rsid w:val="00EF6689"/>
    <w:rsid w:val="00F0533E"/>
    <w:rsid w:val="00F05F42"/>
    <w:rsid w:val="00F1048D"/>
    <w:rsid w:val="00F1290E"/>
    <w:rsid w:val="00F12DEC"/>
    <w:rsid w:val="00F1715C"/>
    <w:rsid w:val="00F172EA"/>
    <w:rsid w:val="00F216BE"/>
    <w:rsid w:val="00F310F8"/>
    <w:rsid w:val="00F34630"/>
    <w:rsid w:val="00F35939"/>
    <w:rsid w:val="00F40146"/>
    <w:rsid w:val="00F40431"/>
    <w:rsid w:val="00F434CB"/>
    <w:rsid w:val="00F446FB"/>
    <w:rsid w:val="00F45607"/>
    <w:rsid w:val="00F5558F"/>
    <w:rsid w:val="00F61CFB"/>
    <w:rsid w:val="00F659EB"/>
    <w:rsid w:val="00F65D39"/>
    <w:rsid w:val="00F66DBB"/>
    <w:rsid w:val="00F66E8C"/>
    <w:rsid w:val="00F719D7"/>
    <w:rsid w:val="00F72C94"/>
    <w:rsid w:val="00F80E27"/>
    <w:rsid w:val="00F813C2"/>
    <w:rsid w:val="00F81DD6"/>
    <w:rsid w:val="00F86BA6"/>
    <w:rsid w:val="00FA272A"/>
    <w:rsid w:val="00FA7BE4"/>
    <w:rsid w:val="00FC1C8B"/>
    <w:rsid w:val="00FC495D"/>
    <w:rsid w:val="00FC6389"/>
    <w:rsid w:val="00FD4BF5"/>
    <w:rsid w:val="00FD5F11"/>
    <w:rsid w:val="00FE5727"/>
    <w:rsid w:val="00FE5A60"/>
    <w:rsid w:val="00FF0B10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A4EBD"/>
  <w14:defaultImageDpi w14:val="32767"/>
  <w15:docId w15:val="{34516F47-1DF1-4E98-A296-D2800871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272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rsid w:val="00FA2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529AC"/>
    <w:pPr>
      <w:keepNext/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8C752C"/>
    <w:pPr>
      <w:numPr>
        <w:ilvl w:val="2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8C752C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8C752C"/>
    <w:pPr>
      <w:keepNext/>
      <w:numPr>
        <w:numId w:val="5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8C752C"/>
    <w:pPr>
      <w:numPr>
        <w:ilvl w:val="3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Textkomente">
    <w:name w:val="annotation text"/>
    <w:basedOn w:val="Normln"/>
    <w:link w:val="TextkomenteChar"/>
    <w:uiPriority w:val="99"/>
    <w:qFormat/>
    <w:rsid w:val="008C752C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8C752C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qFormat/>
    <w:rsid w:val="008C752C"/>
    <w:rPr>
      <w:sz w:val="16"/>
      <w:szCs w:val="16"/>
    </w:rPr>
  </w:style>
  <w:style w:type="paragraph" w:customStyle="1" w:styleId="Clanek11">
    <w:name w:val="Clanek 1.1"/>
    <w:basedOn w:val="Nadpis2"/>
    <w:link w:val="Clanek11Char"/>
    <w:autoRedefine/>
    <w:qFormat/>
    <w:rsid w:val="00EF6689"/>
    <w:pPr>
      <w:keepNext w:val="0"/>
      <w:keepLines w:val="0"/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EF6689"/>
    <w:rPr>
      <w:rFonts w:eastAsia="Times New Roman" w:cs="Arial"/>
      <w:iCs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B6"/>
    <w:pPr>
      <w:widowControl/>
      <w:autoSpaceDE/>
      <w:autoSpaceDN/>
      <w:adjustRightInd/>
      <w:spacing w:before="0"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B6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Odst">
    <w:name w:val="Odst"/>
    <w:uiPriority w:val="99"/>
    <w:qFormat/>
    <w:rsid w:val="00232EF9"/>
    <w:pPr>
      <w:spacing w:after="120" w:line="276" w:lineRule="auto"/>
      <w:jc w:val="both"/>
    </w:pPr>
    <w:rPr>
      <w:rFonts w:ascii="Verdana" w:eastAsia="Verdana" w:hAnsi="Verdana" w:cs="Times New Roman"/>
      <w:szCs w:val="22"/>
    </w:rPr>
  </w:style>
  <w:style w:type="table" w:customStyle="1" w:styleId="TableGrid9">
    <w:name w:val="Table Grid9"/>
    <w:basedOn w:val="Normlntabulka"/>
    <w:next w:val="Mkatabulky"/>
    <w:uiPriority w:val="59"/>
    <w:rsid w:val="00C07999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C75A3"/>
    <w:pPr>
      <w:spacing w:after="0" w:line="240" w:lineRule="auto"/>
    </w:pPr>
  </w:style>
  <w:style w:type="paragraph" w:customStyle="1" w:styleId="Odstavecdobloku">
    <w:name w:val="Odstavec do bloku"/>
    <w:basedOn w:val="Normln"/>
    <w:qFormat/>
    <w:rsid w:val="00B7643A"/>
    <w:pPr>
      <w:spacing w:after="160" w:line="259" w:lineRule="auto"/>
      <w:jc w:val="both"/>
    </w:pPr>
    <w:rPr>
      <w:sz w:val="22"/>
      <w:szCs w:val="22"/>
    </w:rPr>
  </w:style>
  <w:style w:type="character" w:customStyle="1" w:styleId="apple-style-span">
    <w:name w:val="apple-style-span"/>
    <w:basedOn w:val="Standardnpsmoodstavce"/>
    <w:rsid w:val="00B76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0845A-5E31-42FB-9856-5884D0E4C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F35B5-2556-40A8-AEAB-3B6746BB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3</Pages>
  <Words>517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4</cp:revision>
  <cp:lastPrinted>2017-11-28T17:18:00Z</cp:lastPrinted>
  <dcterms:created xsi:type="dcterms:W3CDTF">2022-06-17T06:06:00Z</dcterms:created>
  <dcterms:modified xsi:type="dcterms:W3CDTF">2022-06-28T06:29:00Z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